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Pr="009A776F" w:rsidRDefault="0083797B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D070DF" w:rsidRDefault="00D070DF" w:rsidP="00D070DF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 декабря 2021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D070DF" w:rsidRDefault="00D070DF" w:rsidP="00660768">
            <w:pPr>
              <w:pStyle w:val="a9"/>
              <w:spacing w:before="120"/>
              <w:ind w:firstLine="1168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 xml:space="preserve">    293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 w:rsidP="00D070DF">
            <w:pPr>
              <w:ind w:firstLine="0"/>
            </w:pPr>
          </w:p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1E5968">
        <w:t>, 187</w:t>
      </w:r>
      <w:r w:rsidR="00BA233F" w:rsidRPr="00BA233F">
        <w:t xml:space="preserve"> Бюджетного коде</w:t>
      </w:r>
      <w:r w:rsidR="006F2754">
        <w:t xml:space="preserve">кса Российской Федерации, </w:t>
      </w:r>
      <w:r w:rsidR="00F63B71">
        <w:t xml:space="preserve">статьей 34 </w:t>
      </w:r>
      <w:r w:rsidR="00BA233F" w:rsidRPr="00BA233F">
        <w:t>Положени</w:t>
      </w:r>
      <w:r w:rsidR="00F63B71">
        <w:t>я</w:t>
      </w:r>
      <w:r w:rsidR="00BA233F" w:rsidRPr="00BA233F">
        <w:t xml:space="preserve">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</w:t>
      </w:r>
      <w:r w:rsidR="00DA1CDE">
        <w:t>ого</w:t>
      </w:r>
      <w:r w:rsidR="00BA233F" w:rsidRPr="00BA233F">
        <w:t xml:space="preserve"> решением </w:t>
      </w:r>
      <w:r w:rsidR="006F2754">
        <w:t>Совета депутатов</w:t>
      </w:r>
      <w:r w:rsidR="001E5968">
        <w:t xml:space="preserve"> </w:t>
      </w:r>
      <w:proofErr w:type="spellStart"/>
      <w:r w:rsidR="001E5968">
        <w:t>Балахнинского</w:t>
      </w:r>
      <w:proofErr w:type="spellEnd"/>
      <w:r w:rsidR="001E5968">
        <w:t xml:space="preserve">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C4345C">
        <w:t xml:space="preserve"> </w:t>
      </w:r>
      <w:r w:rsidR="006F2754">
        <w:t>40</w:t>
      </w:r>
      <w:r w:rsidR="00BA233F" w:rsidRPr="00BA233F">
        <w:t>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16302A" w:rsidRPr="00096C1A">
        <w:rPr>
          <w:szCs w:val="28"/>
        </w:rPr>
        <w:t>2 934</w:t>
      </w:r>
      <w:r w:rsidR="0016302A">
        <w:rPr>
          <w:szCs w:val="28"/>
          <w:lang w:val="en-US"/>
        </w:rPr>
        <w:t> </w:t>
      </w:r>
      <w:r w:rsidR="0016302A">
        <w:rPr>
          <w:szCs w:val="28"/>
        </w:rPr>
        <w:t>820,5</w:t>
      </w:r>
      <w:r w:rsidR="0016302A" w:rsidRPr="00096C1A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16302A" w:rsidRPr="00E44819">
        <w:rPr>
          <w:szCs w:val="28"/>
        </w:rPr>
        <w:t>3 012 </w:t>
      </w:r>
      <w:r w:rsidR="0016302A">
        <w:rPr>
          <w:szCs w:val="28"/>
        </w:rPr>
        <w:t>18</w:t>
      </w:r>
      <w:r w:rsidR="0016302A" w:rsidRPr="00E44819">
        <w:rPr>
          <w:szCs w:val="28"/>
        </w:rPr>
        <w:t xml:space="preserve">4,6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D73F4F">
        <w:rPr>
          <w:szCs w:val="28"/>
        </w:rPr>
        <w:t>7</w:t>
      </w:r>
      <w:r w:rsidR="00F70E16">
        <w:rPr>
          <w:szCs w:val="28"/>
        </w:rPr>
        <w:t>7</w:t>
      </w:r>
      <w:r w:rsidR="004B432B">
        <w:rPr>
          <w:szCs w:val="28"/>
        </w:rPr>
        <w:t> </w:t>
      </w:r>
      <w:r w:rsidR="00F70E16">
        <w:rPr>
          <w:szCs w:val="28"/>
        </w:rPr>
        <w:t>364</w:t>
      </w:r>
      <w:r w:rsidR="004B432B">
        <w:rPr>
          <w:szCs w:val="28"/>
        </w:rPr>
        <w:t>,</w:t>
      </w:r>
      <w:r w:rsidR="00F70E16">
        <w:rPr>
          <w:szCs w:val="28"/>
        </w:rPr>
        <w:t>1</w:t>
      </w:r>
      <w:r>
        <w:rPr>
          <w:szCs w:val="28"/>
        </w:rPr>
        <w:t>тыс. рублей.</w:t>
      </w:r>
    </w:p>
    <w:p w:rsidR="00954F4D" w:rsidRDefault="00954F4D" w:rsidP="00954F4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от </w:t>
      </w:r>
      <w:r w:rsidR="00504535">
        <w:rPr>
          <w:color w:val="000000" w:themeColor="text1"/>
          <w:szCs w:val="28"/>
        </w:rPr>
        <w:t>1</w:t>
      </w:r>
      <w:r w:rsidR="00840A35">
        <w:rPr>
          <w:color w:val="000000" w:themeColor="text1"/>
          <w:szCs w:val="28"/>
        </w:rPr>
        <w:t>5</w:t>
      </w:r>
      <w:r w:rsidR="00B904D7" w:rsidRPr="0042201E">
        <w:rPr>
          <w:color w:val="000000" w:themeColor="text1"/>
          <w:szCs w:val="28"/>
        </w:rPr>
        <w:t>.</w:t>
      </w:r>
      <w:r w:rsidR="00504535">
        <w:rPr>
          <w:color w:val="000000" w:themeColor="text1"/>
          <w:szCs w:val="28"/>
        </w:rPr>
        <w:t>1</w:t>
      </w:r>
      <w:r w:rsidR="0016302A">
        <w:rPr>
          <w:color w:val="000000" w:themeColor="text1"/>
          <w:szCs w:val="28"/>
        </w:rPr>
        <w:t>2</w:t>
      </w:r>
      <w:r w:rsidR="00B904D7" w:rsidRPr="0042201E">
        <w:rPr>
          <w:color w:val="000000" w:themeColor="text1"/>
          <w:szCs w:val="28"/>
        </w:rPr>
        <w:t>.</w:t>
      </w:r>
      <w:r w:rsidRPr="002B2659">
        <w:rPr>
          <w:color w:val="000000" w:themeColor="text1"/>
          <w:szCs w:val="28"/>
        </w:rPr>
        <w:t xml:space="preserve">2022 </w:t>
      </w:r>
      <w:r w:rsidR="00840A35">
        <w:rPr>
          <w:color w:val="000000" w:themeColor="text1"/>
          <w:szCs w:val="28"/>
        </w:rPr>
        <w:t>№414</w:t>
      </w:r>
      <w:r w:rsidRPr="00433A71">
        <w:rPr>
          <w:szCs w:val="28"/>
        </w:rPr>
        <w:t>).</w:t>
      </w:r>
    </w:p>
    <w:p w:rsidR="00954F4D" w:rsidRDefault="00954F4D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7D673B">
        <w:rPr>
          <w:szCs w:val="28"/>
        </w:rPr>
        <w:t>3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7D673B">
        <w:rPr>
          <w:szCs w:val="28"/>
        </w:rPr>
        <w:t>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16302A" w:rsidRPr="003E6C14">
        <w:rPr>
          <w:szCs w:val="28"/>
        </w:rPr>
        <w:t>2</w:t>
      </w:r>
      <w:r w:rsidR="0016302A">
        <w:rPr>
          <w:szCs w:val="28"/>
        </w:rPr>
        <w:t> </w:t>
      </w:r>
      <w:r w:rsidR="0016302A" w:rsidRPr="003E6C14">
        <w:rPr>
          <w:szCs w:val="28"/>
        </w:rPr>
        <w:t>0</w:t>
      </w:r>
      <w:r w:rsidR="0016302A">
        <w:rPr>
          <w:szCs w:val="28"/>
        </w:rPr>
        <w:t>85 414,9</w:t>
      </w:r>
      <w:r w:rsidR="00D73F4F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916E78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770453">
        <w:rPr>
          <w:szCs w:val="28"/>
        </w:rPr>
        <w:t>2 14</w:t>
      </w:r>
      <w:r w:rsidR="00F70E16">
        <w:rPr>
          <w:szCs w:val="28"/>
        </w:rPr>
        <w:t>4</w:t>
      </w:r>
      <w:r w:rsidR="00D73F4F" w:rsidRPr="00770453">
        <w:rPr>
          <w:szCs w:val="28"/>
        </w:rPr>
        <w:t> </w:t>
      </w:r>
      <w:r w:rsidR="00F70E16">
        <w:rPr>
          <w:szCs w:val="28"/>
        </w:rPr>
        <w:t>81</w:t>
      </w:r>
      <w:r w:rsidR="00BB499E">
        <w:rPr>
          <w:szCs w:val="28"/>
        </w:rPr>
        <w:t>6</w:t>
      </w:r>
      <w:r w:rsidR="00D73F4F" w:rsidRPr="00770453">
        <w:rPr>
          <w:szCs w:val="28"/>
        </w:rPr>
        <w:t>,</w:t>
      </w:r>
      <w:r w:rsidR="00BB499E">
        <w:rPr>
          <w:szCs w:val="28"/>
        </w:rPr>
        <w:t>7</w:t>
      </w:r>
      <w:r w:rsidR="00D73F4F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16302A" w:rsidRPr="00E95EBA">
        <w:rPr>
          <w:szCs w:val="28"/>
        </w:rPr>
        <w:t>2 08</w:t>
      </w:r>
      <w:r w:rsidR="0016302A">
        <w:rPr>
          <w:szCs w:val="28"/>
        </w:rPr>
        <w:t>5</w:t>
      </w:r>
      <w:r w:rsidR="0016302A" w:rsidRPr="00E95EBA">
        <w:rPr>
          <w:szCs w:val="28"/>
          <w:lang w:val="en-US"/>
        </w:rPr>
        <w:t> </w:t>
      </w:r>
      <w:r w:rsidR="0016302A" w:rsidRPr="00E95EBA">
        <w:rPr>
          <w:szCs w:val="28"/>
        </w:rPr>
        <w:t>4</w:t>
      </w:r>
      <w:r w:rsidR="0016302A">
        <w:rPr>
          <w:szCs w:val="28"/>
        </w:rPr>
        <w:t>14</w:t>
      </w:r>
      <w:r w:rsidR="0016302A" w:rsidRPr="00E95EBA">
        <w:rPr>
          <w:szCs w:val="28"/>
        </w:rPr>
        <w:t>,</w:t>
      </w:r>
      <w:r w:rsidR="0016302A">
        <w:rPr>
          <w:szCs w:val="28"/>
        </w:rPr>
        <w:t>9</w:t>
      </w:r>
      <w:r w:rsidR="00BB499E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</w:t>
      </w:r>
      <w:r w:rsidR="009245F5" w:rsidRPr="009245F5">
        <w:rPr>
          <w:szCs w:val="28"/>
        </w:rPr>
        <w:t>7</w:t>
      </w:r>
      <w:r w:rsidRPr="009245F5">
        <w:rPr>
          <w:szCs w:val="28"/>
        </w:rPr>
        <w:t> 8</w:t>
      </w:r>
      <w:r w:rsidR="009245F5" w:rsidRPr="009245F5">
        <w:rPr>
          <w:szCs w:val="28"/>
        </w:rPr>
        <w:t>33</w:t>
      </w:r>
      <w:r w:rsidRPr="009245F5">
        <w:rPr>
          <w:szCs w:val="28"/>
        </w:rPr>
        <w:t>,1</w:t>
      </w:r>
      <w:r>
        <w:rPr>
          <w:szCs w:val="28"/>
        </w:rPr>
        <w:t xml:space="preserve"> тыс. рублей,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B67B2C">
        <w:rPr>
          <w:szCs w:val="28"/>
        </w:rPr>
        <w:t>2 14</w:t>
      </w:r>
      <w:r w:rsidR="00F70E16">
        <w:rPr>
          <w:szCs w:val="28"/>
        </w:rPr>
        <w:t>4</w:t>
      </w:r>
      <w:r w:rsidR="00D73F4F" w:rsidRPr="00B67B2C">
        <w:rPr>
          <w:szCs w:val="28"/>
        </w:rPr>
        <w:t> </w:t>
      </w:r>
      <w:r w:rsidR="00F70E16">
        <w:rPr>
          <w:szCs w:val="28"/>
        </w:rPr>
        <w:t>81</w:t>
      </w:r>
      <w:r w:rsidR="00BB499E">
        <w:rPr>
          <w:szCs w:val="28"/>
        </w:rPr>
        <w:t>6</w:t>
      </w:r>
      <w:r w:rsidR="00D73F4F" w:rsidRPr="00B67B2C">
        <w:rPr>
          <w:szCs w:val="28"/>
        </w:rPr>
        <w:t>,</w:t>
      </w:r>
      <w:r w:rsidR="00BB499E">
        <w:rPr>
          <w:szCs w:val="28"/>
        </w:rPr>
        <w:t>7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тыс. рублей, в том числе условно утверждаемые расходы в сумме 5</w:t>
      </w:r>
      <w:r w:rsidR="009245F5" w:rsidRPr="009245F5">
        <w:rPr>
          <w:szCs w:val="28"/>
        </w:rPr>
        <w:t>9</w:t>
      </w:r>
      <w:r w:rsidRPr="009245F5">
        <w:rPr>
          <w:szCs w:val="28"/>
        </w:rPr>
        <w:t> </w:t>
      </w:r>
      <w:r w:rsidR="009245F5" w:rsidRPr="009245F5">
        <w:rPr>
          <w:szCs w:val="28"/>
        </w:rPr>
        <w:t>668</w:t>
      </w:r>
      <w:r w:rsidRPr="009245F5">
        <w:rPr>
          <w:szCs w:val="28"/>
        </w:rPr>
        <w:t>,</w:t>
      </w:r>
      <w:r w:rsidR="009245F5" w:rsidRPr="009245F5">
        <w:rPr>
          <w:szCs w:val="28"/>
        </w:rPr>
        <w:t>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D73F4F" w:rsidRDefault="00D73F4F" w:rsidP="00D73F4F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от </w:t>
      </w:r>
      <w:r w:rsidR="00BB499E">
        <w:rPr>
          <w:color w:val="000000" w:themeColor="text1"/>
          <w:szCs w:val="28"/>
        </w:rPr>
        <w:t>1</w:t>
      </w:r>
      <w:r w:rsidR="00840A35">
        <w:rPr>
          <w:color w:val="000000" w:themeColor="text1"/>
          <w:szCs w:val="28"/>
        </w:rPr>
        <w:t>5</w:t>
      </w:r>
      <w:r w:rsidR="0042201E" w:rsidRPr="0042201E">
        <w:rPr>
          <w:color w:val="000000" w:themeColor="text1"/>
          <w:szCs w:val="28"/>
        </w:rPr>
        <w:t>.</w:t>
      </w:r>
      <w:r w:rsidR="00BB499E">
        <w:rPr>
          <w:color w:val="000000" w:themeColor="text1"/>
          <w:szCs w:val="28"/>
        </w:rPr>
        <w:t>1</w:t>
      </w:r>
      <w:r w:rsidR="008027D3">
        <w:rPr>
          <w:color w:val="000000" w:themeColor="text1"/>
          <w:szCs w:val="28"/>
        </w:rPr>
        <w:t>2</w:t>
      </w:r>
      <w:r w:rsidR="0042201E" w:rsidRPr="0042201E">
        <w:rPr>
          <w:color w:val="000000" w:themeColor="text1"/>
          <w:szCs w:val="28"/>
        </w:rPr>
        <w:t>.</w:t>
      </w:r>
      <w:r w:rsidR="0042201E" w:rsidRPr="002B2659">
        <w:rPr>
          <w:color w:val="000000" w:themeColor="text1"/>
          <w:szCs w:val="28"/>
        </w:rPr>
        <w:t xml:space="preserve">2022 </w:t>
      </w:r>
      <w:r w:rsidR="00840A35">
        <w:rPr>
          <w:color w:val="000000" w:themeColor="text1"/>
          <w:szCs w:val="28"/>
        </w:rPr>
        <w:t>№414</w:t>
      </w:r>
      <w:r w:rsidRPr="00EF7166">
        <w:rPr>
          <w:szCs w:val="28"/>
        </w:rPr>
        <w:t>).</w:t>
      </w:r>
    </w:p>
    <w:p w:rsidR="00D73F4F" w:rsidRDefault="00D73F4F" w:rsidP="00E418E8">
      <w:pPr>
        <w:ind w:firstLine="851"/>
        <w:jc w:val="both"/>
        <w:rPr>
          <w:szCs w:val="28"/>
        </w:rPr>
      </w:pPr>
    </w:p>
    <w:p w:rsidR="00E418E8" w:rsidRDefault="00E418E8" w:rsidP="00A330AC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 xml:space="preserve"> </w:t>
      </w:r>
      <w:r w:rsidR="00A65799">
        <w:rPr>
          <w:szCs w:val="28"/>
        </w:rPr>
        <w:t>3</w:t>
      </w:r>
      <w:r>
        <w:rPr>
          <w:szCs w:val="28"/>
        </w:rPr>
        <w:t xml:space="preserve">. </w:t>
      </w:r>
      <w:r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>
        <w:rPr>
          <w:szCs w:val="28"/>
        </w:rPr>
        <w:t xml:space="preserve"> </w:t>
      </w:r>
      <w:proofErr w:type="spellStart"/>
      <w:r w:rsidRPr="0002670F">
        <w:rPr>
          <w:szCs w:val="28"/>
        </w:rPr>
        <w:t>п.п</w:t>
      </w:r>
      <w:proofErr w:type="spellEnd"/>
      <w:r w:rsidRPr="0002670F">
        <w:rPr>
          <w:szCs w:val="28"/>
        </w:rPr>
        <w:t>.</w:t>
      </w:r>
      <w:r w:rsidR="00877226">
        <w:rPr>
          <w:szCs w:val="28"/>
        </w:rPr>
        <w:t xml:space="preserve"> </w:t>
      </w:r>
      <w:r w:rsidRPr="0002670F">
        <w:rPr>
          <w:szCs w:val="28"/>
        </w:rPr>
        <w:t>1,</w:t>
      </w:r>
      <w:r>
        <w:rPr>
          <w:szCs w:val="28"/>
        </w:rPr>
        <w:t xml:space="preserve"> </w:t>
      </w:r>
      <w:r w:rsidRPr="0002670F">
        <w:rPr>
          <w:szCs w:val="28"/>
        </w:rPr>
        <w:t>2 настоящего решения</w:t>
      </w:r>
      <w:r w:rsidRPr="003A478A">
        <w:rPr>
          <w:szCs w:val="28"/>
        </w:rPr>
        <w:t>, на 20</w:t>
      </w:r>
      <w:r>
        <w:rPr>
          <w:szCs w:val="28"/>
        </w:rPr>
        <w:t>2</w:t>
      </w:r>
      <w:r w:rsidR="007D673B">
        <w:rPr>
          <w:szCs w:val="28"/>
        </w:rPr>
        <w:t>2</w:t>
      </w:r>
      <w:r w:rsidRPr="003A478A">
        <w:rPr>
          <w:szCs w:val="28"/>
        </w:rPr>
        <w:t xml:space="preserve"> год и на плановый период 202</w:t>
      </w:r>
      <w:r w:rsidR="007D673B">
        <w:rPr>
          <w:szCs w:val="28"/>
        </w:rPr>
        <w:t>3</w:t>
      </w:r>
      <w:r w:rsidRPr="003A478A">
        <w:rPr>
          <w:szCs w:val="28"/>
        </w:rPr>
        <w:t xml:space="preserve"> и 202</w:t>
      </w:r>
      <w:r w:rsidR="007D673B">
        <w:rPr>
          <w:szCs w:val="28"/>
        </w:rPr>
        <w:t>4</w:t>
      </w:r>
      <w:r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Pr="003A478A">
        <w:rPr>
          <w:szCs w:val="28"/>
        </w:rPr>
        <w:t>.</w:t>
      </w:r>
    </w:p>
    <w:p w:rsidR="00181B54" w:rsidRDefault="00181B54" w:rsidP="00A330AC">
      <w:pPr>
        <w:ind w:firstLine="851"/>
        <w:jc w:val="both"/>
        <w:rPr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B737F9">
        <w:rPr>
          <w:sz w:val="28"/>
          <w:szCs w:val="28"/>
        </w:rPr>
        <w:t>838 663,6</w:t>
      </w:r>
      <w:r w:rsidR="007B775C" w:rsidRPr="00FC53A0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B737F9">
        <w:rPr>
          <w:sz w:val="28"/>
          <w:szCs w:val="28"/>
        </w:rPr>
        <w:t>820 170,8</w:t>
      </w:r>
      <w:r w:rsidR="00B737F9" w:rsidRPr="008905E4"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7B775C" w:rsidRPr="00FC53A0">
        <w:rPr>
          <w:sz w:val="28"/>
          <w:szCs w:val="28"/>
        </w:rPr>
        <w:t xml:space="preserve">811 044,9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A65799" w:rsidRPr="00D93F7B">
        <w:rPr>
          <w:sz w:val="28"/>
          <w:szCs w:val="28"/>
        </w:rPr>
        <w:t>793 518,</w:t>
      </w:r>
      <w:r w:rsidR="00D93F7B" w:rsidRPr="00D93F7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1 020 195,4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сумме </w:t>
      </w:r>
      <w:r w:rsidR="00221324"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.</w:t>
      </w:r>
    </w:p>
    <w:p w:rsidR="00344806" w:rsidRDefault="00344806" w:rsidP="00344806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433A71">
        <w:rPr>
          <w:szCs w:val="28"/>
        </w:rPr>
        <w:t xml:space="preserve">от </w:t>
      </w:r>
      <w:r w:rsidR="00720935">
        <w:rPr>
          <w:szCs w:val="28"/>
        </w:rPr>
        <w:t>1</w:t>
      </w:r>
      <w:r w:rsidR="00840A35">
        <w:rPr>
          <w:szCs w:val="28"/>
        </w:rPr>
        <w:t>5</w:t>
      </w:r>
      <w:r w:rsidR="004C3E1D" w:rsidRPr="0042201E">
        <w:rPr>
          <w:color w:val="000000" w:themeColor="text1"/>
          <w:szCs w:val="28"/>
        </w:rPr>
        <w:t>.</w:t>
      </w:r>
      <w:r w:rsidR="00720935">
        <w:rPr>
          <w:color w:val="000000" w:themeColor="text1"/>
          <w:szCs w:val="28"/>
        </w:rPr>
        <w:t>1</w:t>
      </w:r>
      <w:r w:rsidR="002D0324">
        <w:rPr>
          <w:color w:val="000000" w:themeColor="text1"/>
          <w:szCs w:val="28"/>
        </w:rPr>
        <w:t>2</w:t>
      </w:r>
      <w:r w:rsidR="004C3E1D" w:rsidRPr="0042201E">
        <w:rPr>
          <w:color w:val="000000" w:themeColor="text1"/>
          <w:szCs w:val="28"/>
        </w:rPr>
        <w:t>.</w:t>
      </w:r>
      <w:r w:rsidR="004C3E1D" w:rsidRPr="002B2659">
        <w:rPr>
          <w:color w:val="000000" w:themeColor="text1"/>
          <w:szCs w:val="28"/>
        </w:rPr>
        <w:t xml:space="preserve">2022 </w:t>
      </w:r>
      <w:r w:rsidR="00840A35">
        <w:rPr>
          <w:color w:val="000000" w:themeColor="text1"/>
          <w:szCs w:val="28"/>
        </w:rPr>
        <w:t>№414</w:t>
      </w:r>
      <w:r w:rsidRPr="00646028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2D0324" w:rsidRPr="00AA5510">
        <w:rPr>
          <w:sz w:val="28"/>
          <w:szCs w:val="28"/>
        </w:rPr>
        <w:t>2</w:t>
      </w:r>
      <w:r w:rsidR="002D0324">
        <w:rPr>
          <w:sz w:val="28"/>
          <w:szCs w:val="28"/>
        </w:rPr>
        <w:t> 097 674,4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2D0324" w:rsidRPr="00AA5510">
        <w:rPr>
          <w:sz w:val="28"/>
          <w:szCs w:val="28"/>
        </w:rPr>
        <w:t>1</w:t>
      </w:r>
      <w:r w:rsidR="002D0324">
        <w:rPr>
          <w:sz w:val="28"/>
          <w:szCs w:val="28"/>
        </w:rPr>
        <w:t> 666 468,7</w:t>
      </w:r>
      <w:r w:rsidR="00D45B8B" w:rsidRPr="00FC53A0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2D0324" w:rsidRPr="00AA5510">
        <w:rPr>
          <w:sz w:val="28"/>
          <w:szCs w:val="28"/>
        </w:rPr>
        <w:t>1</w:t>
      </w:r>
      <w:r w:rsidR="002D0324">
        <w:rPr>
          <w:sz w:val="28"/>
          <w:szCs w:val="28"/>
        </w:rPr>
        <w:t xml:space="preserve"> 274 370,0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2D0324">
        <w:rPr>
          <w:sz w:val="28"/>
          <w:szCs w:val="28"/>
        </w:rPr>
        <w:t xml:space="preserve">972 090,8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805A5" w:rsidRPr="00724012">
        <w:rPr>
          <w:sz w:val="28"/>
          <w:szCs w:val="28"/>
        </w:rPr>
        <w:t>1 12</w:t>
      </w:r>
      <w:r w:rsidR="00207AD9">
        <w:rPr>
          <w:sz w:val="28"/>
          <w:szCs w:val="28"/>
        </w:rPr>
        <w:t>4</w:t>
      </w:r>
      <w:r w:rsidR="006805A5" w:rsidRPr="00724012">
        <w:rPr>
          <w:sz w:val="28"/>
          <w:szCs w:val="28"/>
        </w:rPr>
        <w:t> </w:t>
      </w:r>
      <w:r w:rsidR="00207AD9">
        <w:rPr>
          <w:sz w:val="28"/>
          <w:szCs w:val="28"/>
        </w:rPr>
        <w:t>6</w:t>
      </w:r>
      <w:r w:rsidR="00720935">
        <w:rPr>
          <w:sz w:val="28"/>
          <w:szCs w:val="28"/>
        </w:rPr>
        <w:t>21</w:t>
      </w:r>
      <w:r w:rsidR="006805A5" w:rsidRPr="00724012">
        <w:rPr>
          <w:sz w:val="28"/>
          <w:szCs w:val="28"/>
        </w:rPr>
        <w:t>,</w:t>
      </w:r>
      <w:r w:rsidR="00720935">
        <w:rPr>
          <w:sz w:val="28"/>
          <w:szCs w:val="28"/>
        </w:rPr>
        <w:t>3</w:t>
      </w:r>
      <w:r w:rsidR="006805A5" w:rsidRPr="009C3B31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9</w:t>
      </w:r>
      <w:r w:rsidR="00207AD9">
        <w:rPr>
          <w:sz w:val="28"/>
          <w:szCs w:val="28"/>
        </w:rPr>
        <w:t>51</w:t>
      </w:r>
      <w:r w:rsidR="006805A5" w:rsidRPr="00724012">
        <w:rPr>
          <w:sz w:val="28"/>
          <w:szCs w:val="28"/>
        </w:rPr>
        <w:t> 4</w:t>
      </w:r>
      <w:r w:rsidR="00720935">
        <w:rPr>
          <w:sz w:val="28"/>
          <w:szCs w:val="28"/>
        </w:rPr>
        <w:t>46</w:t>
      </w:r>
      <w:r w:rsidR="006805A5" w:rsidRPr="00724012">
        <w:rPr>
          <w:sz w:val="28"/>
          <w:szCs w:val="28"/>
        </w:rPr>
        <w:t>,</w:t>
      </w:r>
      <w:r w:rsidR="0072093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7757FD" w:rsidRDefault="007757FD" w:rsidP="007757F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433A71">
        <w:rPr>
          <w:szCs w:val="28"/>
        </w:rPr>
        <w:t xml:space="preserve">от </w:t>
      </w:r>
      <w:r w:rsidR="00720935">
        <w:rPr>
          <w:szCs w:val="28"/>
        </w:rPr>
        <w:t>1</w:t>
      </w:r>
      <w:r w:rsidR="00840A35">
        <w:rPr>
          <w:szCs w:val="28"/>
        </w:rPr>
        <w:t>5</w:t>
      </w:r>
      <w:r w:rsidR="004C3E1D" w:rsidRPr="0042201E">
        <w:rPr>
          <w:color w:val="000000" w:themeColor="text1"/>
          <w:szCs w:val="28"/>
        </w:rPr>
        <w:t>.</w:t>
      </w:r>
      <w:r w:rsidR="00720935">
        <w:rPr>
          <w:color w:val="000000" w:themeColor="text1"/>
          <w:szCs w:val="28"/>
        </w:rPr>
        <w:t>1</w:t>
      </w:r>
      <w:r w:rsidR="002D0324">
        <w:rPr>
          <w:color w:val="000000" w:themeColor="text1"/>
          <w:szCs w:val="28"/>
        </w:rPr>
        <w:t>2</w:t>
      </w:r>
      <w:r w:rsidR="004C3E1D" w:rsidRPr="0042201E">
        <w:rPr>
          <w:color w:val="000000" w:themeColor="text1"/>
          <w:szCs w:val="28"/>
        </w:rPr>
        <w:t>.</w:t>
      </w:r>
      <w:r w:rsidR="004C3E1D" w:rsidRPr="00A3097A">
        <w:rPr>
          <w:color w:val="000000" w:themeColor="text1"/>
          <w:szCs w:val="28"/>
        </w:rPr>
        <w:t xml:space="preserve">2022 </w:t>
      </w:r>
      <w:r w:rsidR="00840A35">
        <w:rPr>
          <w:color w:val="000000" w:themeColor="text1"/>
          <w:szCs w:val="28"/>
        </w:rPr>
        <w:t>№414</w:t>
      </w:r>
      <w:r w:rsidRPr="004C3E1D">
        <w:rPr>
          <w:color w:val="000000" w:themeColor="text1"/>
          <w:szCs w:val="28"/>
        </w:rPr>
        <w:t>).</w:t>
      </w:r>
    </w:p>
    <w:p w:rsidR="007757FD" w:rsidRPr="009C3B31" w:rsidRDefault="007757FD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FF56F7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E418E8" w:rsidRPr="007E4046">
        <w:rPr>
          <w:sz w:val="28"/>
          <w:szCs w:val="28"/>
        </w:rPr>
        <w:t>.</w:t>
      </w:r>
      <w:r w:rsidR="00E418E8">
        <w:rPr>
          <w:sz w:val="28"/>
          <w:szCs w:val="28"/>
        </w:rPr>
        <w:t xml:space="preserve"> Установить, что: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FA0FF7"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FF56F7"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3) прочие доходы от оказания платных услуг (работ) получателями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</w:t>
      </w:r>
      <w:r w:rsidR="007D673B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</w:t>
      </w:r>
      <w:r w:rsidR="00BF4E8B">
        <w:rPr>
          <w:sz w:val="28"/>
          <w:szCs w:val="28"/>
        </w:rPr>
        <w:t>ю</w:t>
      </w:r>
      <w:r>
        <w:rPr>
          <w:sz w:val="28"/>
          <w:szCs w:val="28"/>
        </w:rPr>
        <w:t>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18E8" w:rsidRDefault="0051138F" w:rsidP="00E418E8">
      <w:pPr>
        <w:pStyle w:val="25"/>
        <w:ind w:firstLine="851"/>
        <w:rPr>
          <w:sz w:val="28"/>
          <w:szCs w:val="28"/>
        </w:rPr>
      </w:pPr>
      <w:bookmarkStart w:id="4" w:name="_Hlk90020471"/>
      <w:r>
        <w:rPr>
          <w:sz w:val="28"/>
          <w:szCs w:val="28"/>
        </w:rPr>
        <w:t>7</w:t>
      </w:r>
      <w:r w:rsidR="00E418E8" w:rsidRPr="009E6874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</w:t>
      </w:r>
      <w:r w:rsidR="00E418E8" w:rsidRPr="00961641">
        <w:rPr>
          <w:sz w:val="28"/>
          <w:szCs w:val="28"/>
        </w:rPr>
        <w:t>Установить</w:t>
      </w:r>
      <w:r w:rsidR="009073E1">
        <w:rPr>
          <w:sz w:val="28"/>
          <w:szCs w:val="28"/>
        </w:rPr>
        <w:t xml:space="preserve"> минимальный размер отчисления в бюджет</w:t>
      </w:r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9073E1">
        <w:rPr>
          <w:sz w:val="28"/>
          <w:szCs w:val="28"/>
        </w:rPr>
        <w:t xml:space="preserve"> части прибыли муниципальных предприятий </w:t>
      </w:r>
      <w:proofErr w:type="spellStart"/>
      <w:r w:rsidR="009073E1">
        <w:rPr>
          <w:sz w:val="28"/>
          <w:szCs w:val="28"/>
        </w:rPr>
        <w:t>Балахнинского</w:t>
      </w:r>
      <w:proofErr w:type="spellEnd"/>
      <w:r w:rsidR="009073E1">
        <w:rPr>
          <w:sz w:val="28"/>
          <w:szCs w:val="28"/>
        </w:rPr>
        <w:t xml:space="preserve"> муниципального округа, остающейся после уплаты налогов и иных обязательных платежей в бюджет муниципального округа,</w:t>
      </w:r>
      <w:r w:rsidR="00E418E8">
        <w:rPr>
          <w:sz w:val="28"/>
          <w:szCs w:val="28"/>
        </w:rPr>
        <w:t xml:space="preserve"> 50%</w:t>
      </w:r>
      <w:r w:rsidR="00E418E8" w:rsidRPr="00961641">
        <w:rPr>
          <w:sz w:val="28"/>
          <w:szCs w:val="28"/>
        </w:rPr>
        <w:t xml:space="preserve"> в </w:t>
      </w:r>
      <w:r w:rsidR="00E418E8" w:rsidRPr="00961641">
        <w:rPr>
          <w:sz w:val="28"/>
          <w:szCs w:val="28"/>
          <w:shd w:val="clear" w:color="auto" w:fill="FFFFFF"/>
        </w:rPr>
        <w:t xml:space="preserve">срок </w:t>
      </w:r>
      <w:r w:rsidR="00E418E8" w:rsidRPr="00961641">
        <w:rPr>
          <w:sz w:val="28"/>
          <w:szCs w:val="28"/>
        </w:rPr>
        <w:t xml:space="preserve">до 15 июня текущего </w:t>
      </w:r>
      <w:r w:rsidR="00E418E8">
        <w:rPr>
          <w:sz w:val="28"/>
          <w:szCs w:val="28"/>
        </w:rPr>
        <w:t xml:space="preserve">года </w:t>
      </w:r>
      <w:r w:rsidR="00E418E8" w:rsidRPr="00961641">
        <w:rPr>
          <w:sz w:val="28"/>
          <w:szCs w:val="28"/>
        </w:rPr>
        <w:t>на код бюджетной классификации 487</w:t>
      </w:r>
      <w:r w:rsidR="00E418E8">
        <w:rPr>
          <w:color w:val="000000" w:themeColor="text1"/>
          <w:sz w:val="28"/>
          <w:szCs w:val="28"/>
        </w:rPr>
        <w:t>11107014140000</w:t>
      </w:r>
      <w:r w:rsidR="00E418E8" w:rsidRPr="00A7102A">
        <w:rPr>
          <w:color w:val="000000" w:themeColor="text1"/>
          <w:sz w:val="28"/>
          <w:szCs w:val="28"/>
        </w:rPr>
        <w:t>120</w:t>
      </w:r>
      <w:r w:rsidR="00E418E8" w:rsidRPr="00961641">
        <w:rPr>
          <w:sz w:val="28"/>
          <w:szCs w:val="28"/>
        </w:rPr>
        <w:t>.</w:t>
      </w:r>
    </w:p>
    <w:p w:rsidR="009073E1" w:rsidRPr="00961641" w:rsidRDefault="009073E1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предприятия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включенные в прогнозный план (программу) приватизации муниципального </w:t>
      </w:r>
      <w:r w:rsidR="00D32FBF">
        <w:rPr>
          <w:sz w:val="28"/>
          <w:szCs w:val="28"/>
        </w:rPr>
        <w:t xml:space="preserve">имущества </w:t>
      </w:r>
      <w:proofErr w:type="spellStart"/>
      <w:r w:rsidR="00D32FBF">
        <w:rPr>
          <w:sz w:val="28"/>
          <w:szCs w:val="28"/>
        </w:rPr>
        <w:t>Балахнинского</w:t>
      </w:r>
      <w:proofErr w:type="spellEnd"/>
      <w:r w:rsidR="00D32FBF">
        <w:rPr>
          <w:sz w:val="28"/>
          <w:szCs w:val="28"/>
        </w:rPr>
        <w:t xml:space="preserve"> муниципального округа или подлежащие реорганизации, обязаны перечислить</w:t>
      </w:r>
      <w:r w:rsidR="006442C3">
        <w:rPr>
          <w:sz w:val="28"/>
          <w:szCs w:val="28"/>
        </w:rPr>
        <w:t xml:space="preserve"> в соответствующем году</w:t>
      </w:r>
      <w:r w:rsidR="009B4D08">
        <w:rPr>
          <w:sz w:val="28"/>
          <w:szCs w:val="28"/>
        </w:rPr>
        <w:t xml:space="preserve"> в бюджет муниципального округа часть прибыли, подлежащей зачислению в бюджет муниципального округа за предшествующие периода до начала процедуры приватизации (реорганизации). </w:t>
      </w:r>
      <w:r>
        <w:rPr>
          <w:sz w:val="28"/>
          <w:szCs w:val="28"/>
        </w:rPr>
        <w:t xml:space="preserve"> </w:t>
      </w:r>
      <w:r w:rsidR="009B4D08">
        <w:rPr>
          <w:sz w:val="28"/>
          <w:szCs w:val="28"/>
        </w:rPr>
        <w:t xml:space="preserve"> </w:t>
      </w:r>
    </w:p>
    <w:bookmarkEnd w:id="4"/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proofErr w:type="spellStart"/>
      <w:r w:rsidR="00E418E8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E418E8">
        <w:rPr>
          <w:rFonts w:ascii="Times New Roman" w:hAnsi="Times New Roman" w:cs="Times New Roman"/>
          <w:sz w:val="28"/>
          <w:szCs w:val="28"/>
        </w:rPr>
        <w:t xml:space="preserve">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D67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:rsidR="00E418E8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 на 202</w:t>
      </w:r>
      <w:r w:rsidR="005E0C0C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5E0C0C" w:rsidRPr="000465D9">
        <w:rPr>
          <w:sz w:val="28"/>
          <w:szCs w:val="28"/>
        </w:rPr>
        <w:t>3</w:t>
      </w:r>
      <w:r w:rsidRPr="000465D9">
        <w:rPr>
          <w:sz w:val="28"/>
          <w:szCs w:val="28"/>
        </w:rPr>
        <w:t xml:space="preserve"> год в сумме 1 500,0 тыс. рублей, на 202</w:t>
      </w:r>
      <w:r w:rsidR="005E0C0C" w:rsidRPr="000465D9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1 500,0 тыс. рублей.</w:t>
      </w:r>
      <w:r w:rsidRPr="009C3B31">
        <w:rPr>
          <w:sz w:val="28"/>
          <w:szCs w:val="28"/>
        </w:rPr>
        <w:t xml:space="preserve"> </w:t>
      </w:r>
    </w:p>
    <w:p w:rsidR="00181B54" w:rsidRPr="009C3B31" w:rsidRDefault="00181B54" w:rsidP="00E418E8">
      <w:pPr>
        <w:pStyle w:val="25"/>
        <w:ind w:right="142"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</w:t>
      </w:r>
      <w:r w:rsidR="00EA7662">
        <w:rPr>
          <w:rFonts w:ascii="Times New Roman" w:hAnsi="Times New Roman" w:cs="Times New Roman"/>
          <w:sz w:val="28"/>
          <w:szCs w:val="28"/>
        </w:rPr>
        <w:t>32</w:t>
      </w:r>
      <w:r w:rsidRPr="009245F5">
        <w:rPr>
          <w:rFonts w:ascii="Times New Roman" w:hAnsi="Times New Roman" w:cs="Times New Roman"/>
          <w:sz w:val="28"/>
          <w:szCs w:val="28"/>
        </w:rPr>
        <w:t>,</w:t>
      </w:r>
      <w:r w:rsidR="00EA7662">
        <w:rPr>
          <w:rFonts w:ascii="Times New Roman" w:hAnsi="Times New Roman" w:cs="Times New Roman"/>
          <w:sz w:val="28"/>
          <w:szCs w:val="28"/>
        </w:rPr>
        <w:t>5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="00D50B6C">
        <w:rPr>
          <w:rFonts w:ascii="Times New Roman" w:hAnsi="Times New Roman" w:cs="Times New Roman"/>
          <w:sz w:val="28"/>
          <w:szCs w:val="28"/>
        </w:rPr>
        <w:t>,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A7662" w:rsidRDefault="00EA7662" w:rsidP="00EA7662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11 в ред. решения Совета депутатов </w:t>
      </w:r>
      <w:r w:rsidRPr="00433A71">
        <w:rPr>
          <w:szCs w:val="28"/>
        </w:rPr>
        <w:t xml:space="preserve">от </w:t>
      </w:r>
      <w:r w:rsidRPr="00430099">
        <w:rPr>
          <w:color w:val="000000" w:themeColor="text1"/>
          <w:szCs w:val="28"/>
        </w:rPr>
        <w:t>2</w:t>
      </w:r>
      <w:r w:rsidR="00430099">
        <w:rPr>
          <w:color w:val="000000" w:themeColor="text1"/>
          <w:szCs w:val="28"/>
        </w:rPr>
        <w:t>7</w:t>
      </w:r>
      <w:r w:rsidRPr="00430099">
        <w:rPr>
          <w:color w:val="000000" w:themeColor="text1"/>
          <w:szCs w:val="28"/>
        </w:rPr>
        <w:t>.09.2022 №</w:t>
      </w:r>
      <w:r w:rsidR="00430099">
        <w:rPr>
          <w:color w:val="000000" w:themeColor="text1"/>
          <w:szCs w:val="28"/>
        </w:rPr>
        <w:t>384</w:t>
      </w:r>
      <w:r w:rsidRPr="00430099">
        <w:rPr>
          <w:color w:val="000000" w:themeColor="text1"/>
          <w:szCs w:val="28"/>
        </w:rPr>
        <w:t>).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AC6B98"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</w:t>
      </w:r>
      <w:bookmarkStart w:id="5" w:name="_GoBack"/>
      <w:bookmarkEnd w:id="5"/>
      <w:r w:rsidRPr="003A478A">
        <w:rPr>
          <w:szCs w:val="28"/>
        </w:rPr>
        <w:t xml:space="preserve">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5C2064" w:rsidRPr="005C2064">
        <w:rPr>
          <w:szCs w:val="28"/>
        </w:rPr>
        <w:t>1</w:t>
      </w:r>
      <w:r w:rsidRPr="005C2064">
        <w:rPr>
          <w:szCs w:val="28"/>
        </w:rPr>
        <w:t>0 000,0</w:t>
      </w:r>
      <w:r w:rsidRPr="003A478A">
        <w:rPr>
          <w:szCs w:val="28"/>
        </w:rPr>
        <w:t> тыс. рублей;</w:t>
      </w:r>
      <w:r w:rsidR="005C2064">
        <w:rPr>
          <w:szCs w:val="28"/>
        </w:rPr>
        <w:t xml:space="preserve"> 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 w:rsidR="005C2064"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</w:t>
      </w:r>
      <w:r w:rsidR="00665EC0">
        <w:rPr>
          <w:szCs w:val="28"/>
        </w:rPr>
        <w:t>а</w:t>
      </w:r>
      <w:r w:rsidR="00D66725">
        <w:rPr>
          <w:szCs w:val="28"/>
        </w:rPr>
        <w:t>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 w:rsidR="00E00F1C"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 xml:space="preserve"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3A478A">
        <w:rPr>
          <w:szCs w:val="28"/>
        </w:rPr>
        <w:t>вебинара</w:t>
      </w:r>
      <w:proofErr w:type="spellEnd"/>
      <w:r w:rsidRPr="003A478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</w:t>
      </w:r>
      <w:proofErr w:type="spellStart"/>
      <w:r w:rsidRPr="003A478A">
        <w:rPr>
          <w:szCs w:val="28"/>
        </w:rPr>
        <w:t>энергопринимающих</w:t>
      </w:r>
      <w:proofErr w:type="spellEnd"/>
      <w:r w:rsidRPr="003A478A">
        <w:rPr>
          <w:szCs w:val="28"/>
        </w:rPr>
        <w:t xml:space="preserve">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</w:t>
      </w:r>
      <w:proofErr w:type="spellStart"/>
      <w:r w:rsidRPr="006A300E">
        <w:rPr>
          <w:szCs w:val="28"/>
        </w:rPr>
        <w:t>коронавирусной</w:t>
      </w:r>
      <w:proofErr w:type="spellEnd"/>
      <w:r w:rsidRPr="006A300E">
        <w:rPr>
          <w:szCs w:val="28"/>
        </w:rPr>
        <w:t xml:space="preserve"> инфекции (COVID-19) на территории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E418E8" w:rsidRDefault="00E418E8" w:rsidP="00E418E8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E74863" w:rsidRDefault="00E74863" w:rsidP="00E418E8">
      <w:pPr>
        <w:ind w:firstLine="0"/>
        <w:jc w:val="both"/>
        <w:rPr>
          <w:szCs w:val="28"/>
        </w:rPr>
      </w:pPr>
    </w:p>
    <w:p w:rsidR="00EA7662" w:rsidRPr="00C945CB" w:rsidRDefault="00D66725" w:rsidP="00EA7662">
      <w:pPr>
        <w:ind w:firstLine="851"/>
        <w:jc w:val="both"/>
        <w:rPr>
          <w:color w:val="000000" w:themeColor="text1"/>
          <w:szCs w:val="28"/>
        </w:rPr>
      </w:pPr>
      <w:r>
        <w:rPr>
          <w:szCs w:val="28"/>
        </w:rPr>
        <w:t xml:space="preserve">13. </w:t>
      </w:r>
      <w:r w:rsidR="00EA7662">
        <w:rPr>
          <w:szCs w:val="28"/>
        </w:rPr>
        <w:t>отменен</w:t>
      </w:r>
    </w:p>
    <w:p w:rsidR="00EA7662" w:rsidRDefault="00EA7662" w:rsidP="00EA7662">
      <w:pPr>
        <w:ind w:firstLine="851"/>
        <w:jc w:val="both"/>
        <w:rPr>
          <w:szCs w:val="28"/>
        </w:rPr>
      </w:pPr>
      <w:r w:rsidRPr="00C945CB">
        <w:rPr>
          <w:color w:val="000000" w:themeColor="text1"/>
          <w:szCs w:val="28"/>
        </w:rPr>
        <w:t>(пункт 13 в ред. решения Совета депутатов от 2</w:t>
      </w:r>
      <w:r w:rsidR="00C945CB">
        <w:rPr>
          <w:color w:val="000000" w:themeColor="text1"/>
          <w:szCs w:val="28"/>
        </w:rPr>
        <w:t>7</w:t>
      </w:r>
      <w:r w:rsidRPr="00C945CB">
        <w:rPr>
          <w:color w:val="000000" w:themeColor="text1"/>
          <w:szCs w:val="28"/>
        </w:rPr>
        <w:t>.09.2022 №</w:t>
      </w:r>
      <w:r w:rsidR="00C945CB">
        <w:rPr>
          <w:color w:val="000000" w:themeColor="text1"/>
          <w:szCs w:val="28"/>
        </w:rPr>
        <w:t>384</w:t>
      </w:r>
      <w:r w:rsidRPr="00C945CB">
        <w:rPr>
          <w:color w:val="000000" w:themeColor="text1"/>
          <w:szCs w:val="28"/>
        </w:rPr>
        <w:t>).</w:t>
      </w:r>
    </w:p>
    <w:p w:rsidR="00304D11" w:rsidRDefault="00304D11" w:rsidP="00EA7662">
      <w:pPr>
        <w:ind w:firstLine="851"/>
        <w:jc w:val="both"/>
        <w:rPr>
          <w:szCs w:val="28"/>
        </w:rPr>
      </w:pPr>
    </w:p>
    <w:p w:rsidR="00E418E8" w:rsidRPr="002B448A" w:rsidRDefault="00E418E8" w:rsidP="00E418E8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D66725"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Pr="00791B87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округа Нижегородской области»;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а) на обеспечение прироста сельскохозяйственной продукции собственного производства в рамках приоритетных </w:t>
      </w:r>
      <w:proofErr w:type="spellStart"/>
      <w:r w:rsidRPr="007E6A7E">
        <w:rPr>
          <w:szCs w:val="28"/>
        </w:rPr>
        <w:t>подотраслей</w:t>
      </w:r>
      <w:proofErr w:type="spellEnd"/>
      <w:r w:rsidRPr="007E6A7E">
        <w:rPr>
          <w:szCs w:val="28"/>
        </w:rPr>
        <w:t xml:space="preserve">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Pr="00B72D2B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3324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C65DB4">
        <w:rPr>
          <w:rFonts w:ascii="Times New Roman" w:hAnsi="Times New Roman" w:cs="Times New Roman"/>
          <w:sz w:val="28"/>
          <w:szCs w:val="28"/>
        </w:rPr>
        <w:t>37</w:t>
      </w:r>
      <w:r w:rsidR="00910FB9">
        <w:rPr>
          <w:rFonts w:ascii="Times New Roman" w:hAnsi="Times New Roman" w:cs="Times New Roman"/>
          <w:sz w:val="28"/>
          <w:szCs w:val="28"/>
        </w:rPr>
        <w:t> </w:t>
      </w:r>
      <w:r w:rsidR="00C65DB4">
        <w:rPr>
          <w:rFonts w:ascii="Times New Roman" w:hAnsi="Times New Roman" w:cs="Times New Roman"/>
          <w:sz w:val="28"/>
          <w:szCs w:val="28"/>
        </w:rPr>
        <w:t>321</w:t>
      </w:r>
      <w:r w:rsidR="00910FB9">
        <w:rPr>
          <w:rFonts w:ascii="Times New Roman" w:hAnsi="Times New Roman" w:cs="Times New Roman"/>
          <w:sz w:val="28"/>
          <w:szCs w:val="28"/>
        </w:rPr>
        <w:t>,</w:t>
      </w:r>
      <w:r w:rsidR="00C65D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17 526,4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16 568,3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10FB9" w:rsidRDefault="00910FB9" w:rsidP="00910FB9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E576F7">
        <w:rPr>
          <w:szCs w:val="28"/>
        </w:rPr>
        <w:t>7</w:t>
      </w:r>
      <w:r>
        <w:rPr>
          <w:szCs w:val="28"/>
        </w:rPr>
        <w:t xml:space="preserve"> в ред. решения Совета депутатов </w:t>
      </w:r>
      <w:r w:rsidRPr="00433A71">
        <w:rPr>
          <w:szCs w:val="28"/>
        </w:rPr>
        <w:t>от 2</w:t>
      </w:r>
      <w:r w:rsidR="00C65DB4">
        <w:rPr>
          <w:szCs w:val="28"/>
        </w:rPr>
        <w:t>9</w:t>
      </w:r>
      <w:r w:rsidRPr="00433A71">
        <w:rPr>
          <w:szCs w:val="28"/>
        </w:rPr>
        <w:t>.0</w:t>
      </w:r>
      <w:r w:rsidR="00BA4A2B">
        <w:rPr>
          <w:szCs w:val="28"/>
        </w:rPr>
        <w:t>6</w:t>
      </w:r>
      <w:r w:rsidR="009F2CD1">
        <w:rPr>
          <w:szCs w:val="28"/>
        </w:rPr>
        <w:t>.2022 №359</w:t>
      </w:r>
      <w:r w:rsidRPr="009F2CD1">
        <w:rPr>
          <w:szCs w:val="28"/>
        </w:rPr>
        <w:t>).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66725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</w:t>
      </w:r>
      <w:proofErr w:type="spellStart"/>
      <w:r w:rsidR="00E418E8" w:rsidRPr="009C3B31">
        <w:rPr>
          <w:sz w:val="28"/>
          <w:szCs w:val="28"/>
        </w:rPr>
        <w:t>Балахнинского</w:t>
      </w:r>
      <w:proofErr w:type="spellEnd"/>
      <w:r w:rsidR="00E418E8" w:rsidRPr="009C3B3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3324F5">
        <w:rPr>
          <w:sz w:val="28"/>
          <w:szCs w:val="28"/>
        </w:rPr>
        <w:t>2</w:t>
      </w:r>
      <w:r w:rsidR="00E418E8">
        <w:rPr>
          <w:sz w:val="28"/>
          <w:szCs w:val="28"/>
        </w:rPr>
        <w:t xml:space="preserve"> год и на плановый период 202</w:t>
      </w:r>
      <w:r w:rsidR="003324F5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и 202</w:t>
      </w:r>
      <w:r w:rsidR="003324F5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3324F5">
        <w:rPr>
          <w:szCs w:val="28"/>
        </w:rPr>
        <w:t>2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D6672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</w:t>
      </w:r>
      <w:proofErr w:type="spellStart"/>
      <w:r w:rsidRPr="00F05051">
        <w:rPr>
          <w:rFonts w:eastAsia="Calibri"/>
          <w:szCs w:val="28"/>
          <w:lang w:eastAsia="en-US"/>
        </w:rPr>
        <w:t>Балахнинского</w:t>
      </w:r>
      <w:proofErr w:type="spellEnd"/>
      <w:r w:rsidRPr="00F05051">
        <w:rPr>
          <w:rFonts w:eastAsia="Calibri"/>
          <w:szCs w:val="28"/>
          <w:lang w:eastAsia="en-US"/>
        </w:rPr>
        <w:t xml:space="preserve">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Pr="00472775" w:rsidRDefault="00E418E8" w:rsidP="00E418E8">
      <w:pPr>
        <w:ind w:firstLine="851"/>
        <w:jc w:val="both"/>
        <w:rPr>
          <w:szCs w:val="28"/>
        </w:rPr>
      </w:pPr>
    </w:p>
    <w:p w:rsidR="00C0135E" w:rsidRDefault="00C0135E" w:rsidP="00C0135E">
      <w:pPr>
        <w:ind w:firstLine="709"/>
        <w:rPr>
          <w:szCs w:val="28"/>
          <w:highlight w:val="yellow"/>
        </w:rPr>
      </w:pPr>
    </w:p>
    <w:p w:rsidR="00472775" w:rsidRPr="00472775" w:rsidRDefault="00472775" w:rsidP="00C0135E">
      <w:pPr>
        <w:ind w:firstLine="709"/>
        <w:rPr>
          <w:szCs w:val="28"/>
          <w:highlight w:val="yellow"/>
        </w:rPr>
      </w:pPr>
    </w:p>
    <w:p w:rsidR="00FC38A7" w:rsidRDefault="00620BBD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5976CB">
        <w:rPr>
          <w:szCs w:val="28"/>
        </w:rPr>
        <w:t>Г</w:t>
      </w:r>
      <w:r w:rsidR="00FC38A7">
        <w:rPr>
          <w:szCs w:val="28"/>
        </w:rPr>
        <w:t>лав</w:t>
      </w:r>
      <w:r w:rsidR="005976CB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Председатель Совета депутатов</w:t>
      </w:r>
    </w:p>
    <w:p w:rsidR="00C0135E" w:rsidRPr="00F05051" w:rsidRDefault="00C0135E" w:rsidP="00620BBD">
      <w:pPr>
        <w:ind w:firstLine="0"/>
        <w:jc w:val="right"/>
        <w:rPr>
          <w:szCs w:val="28"/>
        </w:rPr>
      </w:pPr>
      <w:proofErr w:type="spellStart"/>
      <w:r w:rsidRPr="00F05051">
        <w:rPr>
          <w:szCs w:val="28"/>
        </w:rPr>
        <w:t>Балахнинского</w:t>
      </w:r>
      <w:proofErr w:type="spellEnd"/>
      <w:r w:rsidRPr="00F05051">
        <w:rPr>
          <w:szCs w:val="28"/>
        </w:rPr>
        <w:t xml:space="preserve"> муниципального округа</w:t>
      </w:r>
      <w:r w:rsidRPr="00F05051">
        <w:rPr>
          <w:szCs w:val="28"/>
        </w:rPr>
        <w:tab/>
        <w:t xml:space="preserve"> </w:t>
      </w:r>
      <w:proofErr w:type="spellStart"/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proofErr w:type="spellEnd"/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</w:p>
    <w:p w:rsidR="00855C9A" w:rsidRDefault="00855C9A" w:rsidP="00A40D66">
      <w:pPr>
        <w:pStyle w:val="11"/>
        <w:spacing w:line="360" w:lineRule="auto"/>
      </w:pPr>
    </w:p>
    <w:p w:rsidR="00A40D66" w:rsidRDefault="00A40D66" w:rsidP="00A40D66">
      <w:pPr>
        <w:pStyle w:val="11"/>
        <w:spacing w:line="360" w:lineRule="auto"/>
      </w:pPr>
    </w:p>
    <w:p w:rsidR="00A40D66" w:rsidRDefault="00A40D66" w:rsidP="00660768">
      <w:pPr>
        <w:pStyle w:val="11"/>
      </w:pPr>
      <w:r>
        <w:t xml:space="preserve">                                     </w:t>
      </w:r>
      <w:r w:rsidR="005976CB">
        <w:t>А.Н. Галкин</w:t>
      </w:r>
      <w:r>
        <w:t xml:space="preserve">                                            А.Н. Сидорин</w:t>
      </w:r>
    </w:p>
    <w:p w:rsidR="001D3DE0" w:rsidRDefault="001D3DE0" w:rsidP="00660768">
      <w:pPr>
        <w:pStyle w:val="11"/>
      </w:pPr>
    </w:p>
    <w:p w:rsidR="001D3DE0" w:rsidRDefault="001D3DE0" w:rsidP="00660768">
      <w:pPr>
        <w:pStyle w:val="11"/>
      </w:pPr>
    </w:p>
    <w:p w:rsidR="001D3DE0" w:rsidRDefault="001D3DE0" w:rsidP="00660768">
      <w:pPr>
        <w:pStyle w:val="11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937BB4" w:rsidRDefault="00937BB4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42201E" w:rsidRDefault="0042201E" w:rsidP="001D3DE0">
      <w:pPr>
        <w:pStyle w:val="11"/>
        <w:jc w:val="right"/>
      </w:pPr>
    </w:p>
    <w:p w:rsidR="00AE0536" w:rsidRDefault="00AE0536" w:rsidP="00AE0536">
      <w:pPr>
        <w:ind w:right="-166"/>
        <w:jc w:val="right"/>
        <w:rPr>
          <w:szCs w:val="28"/>
        </w:rPr>
      </w:pPr>
    </w:p>
    <w:p w:rsidR="00E77207" w:rsidRPr="009D62C5" w:rsidRDefault="00E77207" w:rsidP="00E77207">
      <w:pPr>
        <w:jc w:val="center"/>
        <w:rPr>
          <w:szCs w:val="28"/>
          <w:lang w:val="en-US"/>
        </w:rPr>
      </w:pPr>
    </w:p>
    <w:p w:rsidR="00F64ADF" w:rsidRPr="00A47C24" w:rsidRDefault="00F64ADF" w:rsidP="00F64ADF">
      <w:pPr>
        <w:pStyle w:val="11"/>
        <w:jc w:val="right"/>
      </w:pPr>
    </w:p>
    <w:sectPr w:rsidR="00F64ADF" w:rsidRPr="00A47C24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DE4" w:rsidRDefault="00270DE4">
      <w:r>
        <w:separator/>
      </w:r>
    </w:p>
  </w:endnote>
  <w:endnote w:type="continuationSeparator" w:id="0">
    <w:p w:rsidR="00270DE4" w:rsidRDefault="0027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DE4" w:rsidRDefault="00270DE4">
      <w:r>
        <w:separator/>
      </w:r>
    </w:p>
  </w:footnote>
  <w:footnote w:type="continuationSeparator" w:id="0">
    <w:p w:rsidR="00270DE4" w:rsidRDefault="00270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DE4" w:rsidRDefault="00270DE4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74863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DE4" w:rsidRDefault="00270DE4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0DE4" w:rsidRPr="00660768" w:rsidRDefault="00270DE4">
    <w:pPr>
      <w:pStyle w:val="af"/>
      <w:rPr>
        <w:noProof w:val="0"/>
        <w:sz w:val="6"/>
        <w:szCs w:val="6"/>
        <w:lang w:val="en-US"/>
      </w:rPr>
    </w:pPr>
  </w:p>
  <w:p w:rsidR="00270DE4" w:rsidRDefault="00270DE4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270DE4" w:rsidRDefault="00270DE4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270DE4" w:rsidRPr="00C0135E" w:rsidRDefault="00270DE4" w:rsidP="00660768">
    <w:pPr>
      <w:jc w:val="center"/>
      <w:rPr>
        <w:b/>
        <w:sz w:val="24"/>
        <w:szCs w:val="24"/>
      </w:rPr>
    </w:pPr>
  </w:p>
  <w:p w:rsidR="00270DE4" w:rsidRPr="00E71831" w:rsidRDefault="00270DE4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270DE4" w:rsidRPr="00660768" w:rsidRDefault="00270DE4">
    <w:pPr>
      <w:pStyle w:val="af"/>
      <w:rPr>
        <w:szCs w:val="28"/>
        <w:lang w:val="en-US"/>
      </w:rPr>
    </w:pPr>
  </w:p>
  <w:p w:rsidR="00270DE4" w:rsidRDefault="00270DE4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270DE4" w:rsidRPr="00660768" w:rsidRDefault="00270DE4" w:rsidP="00660768">
    <w:pPr>
      <w:pStyle w:val="af"/>
      <w:jc w:val="left"/>
      <w:rPr>
        <w:b w:val="0"/>
        <w:sz w:val="24"/>
        <w:lang w:val="en-US"/>
      </w:rPr>
    </w:pPr>
  </w:p>
  <w:p w:rsidR="00270DE4" w:rsidRPr="00660768" w:rsidRDefault="00270DE4" w:rsidP="00660768">
    <w:pPr>
      <w:rPr>
        <w:sz w:val="24"/>
        <w:szCs w:val="24"/>
      </w:rPr>
    </w:pPr>
  </w:p>
  <w:p w:rsidR="00270DE4" w:rsidRPr="00660768" w:rsidRDefault="00270DE4">
    <w:pPr>
      <w:rPr>
        <w:sz w:val="24"/>
        <w:szCs w:val="24"/>
      </w:rPr>
    </w:pPr>
  </w:p>
  <w:p w:rsidR="00270DE4" w:rsidRPr="00660768" w:rsidRDefault="00270DE4">
    <w:pPr>
      <w:rPr>
        <w:sz w:val="24"/>
        <w:szCs w:val="24"/>
      </w:rPr>
    </w:pPr>
  </w:p>
  <w:p w:rsidR="00270DE4" w:rsidRPr="00660768" w:rsidRDefault="00270DE4">
    <w:pPr>
      <w:rPr>
        <w:sz w:val="24"/>
        <w:szCs w:val="24"/>
      </w:rPr>
    </w:pPr>
  </w:p>
  <w:p w:rsidR="00270DE4" w:rsidRPr="00660768" w:rsidRDefault="00270DE4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4A23"/>
    <w:rsid w:val="00005234"/>
    <w:rsid w:val="0000614F"/>
    <w:rsid w:val="0000667A"/>
    <w:rsid w:val="00006C1D"/>
    <w:rsid w:val="00006D5C"/>
    <w:rsid w:val="00007FF9"/>
    <w:rsid w:val="0001145D"/>
    <w:rsid w:val="000118B9"/>
    <w:rsid w:val="000128AD"/>
    <w:rsid w:val="00012AC8"/>
    <w:rsid w:val="00014DA1"/>
    <w:rsid w:val="00014DF1"/>
    <w:rsid w:val="00017E65"/>
    <w:rsid w:val="000210B0"/>
    <w:rsid w:val="00023DDA"/>
    <w:rsid w:val="000245E5"/>
    <w:rsid w:val="000255F2"/>
    <w:rsid w:val="0002641D"/>
    <w:rsid w:val="00026848"/>
    <w:rsid w:val="00026DE9"/>
    <w:rsid w:val="00027DF6"/>
    <w:rsid w:val="000308A3"/>
    <w:rsid w:val="0003404E"/>
    <w:rsid w:val="000359A9"/>
    <w:rsid w:val="00035FDA"/>
    <w:rsid w:val="00037D75"/>
    <w:rsid w:val="00044538"/>
    <w:rsid w:val="00044E24"/>
    <w:rsid w:val="00045710"/>
    <w:rsid w:val="000465D9"/>
    <w:rsid w:val="000525F7"/>
    <w:rsid w:val="0005272A"/>
    <w:rsid w:val="000540A0"/>
    <w:rsid w:val="00056642"/>
    <w:rsid w:val="00060FA1"/>
    <w:rsid w:val="00061023"/>
    <w:rsid w:val="00062C52"/>
    <w:rsid w:val="00062F26"/>
    <w:rsid w:val="0006358C"/>
    <w:rsid w:val="00063625"/>
    <w:rsid w:val="00064003"/>
    <w:rsid w:val="00064DB1"/>
    <w:rsid w:val="00067D21"/>
    <w:rsid w:val="000729EC"/>
    <w:rsid w:val="000730B0"/>
    <w:rsid w:val="000751CB"/>
    <w:rsid w:val="00075936"/>
    <w:rsid w:val="00077A55"/>
    <w:rsid w:val="00082651"/>
    <w:rsid w:val="00082892"/>
    <w:rsid w:val="0008372E"/>
    <w:rsid w:val="00084B2D"/>
    <w:rsid w:val="00085BEA"/>
    <w:rsid w:val="00086881"/>
    <w:rsid w:val="00086FBB"/>
    <w:rsid w:val="000909FE"/>
    <w:rsid w:val="00091031"/>
    <w:rsid w:val="00091319"/>
    <w:rsid w:val="000949E0"/>
    <w:rsid w:val="00094CF1"/>
    <w:rsid w:val="00097FD9"/>
    <w:rsid w:val="000A1208"/>
    <w:rsid w:val="000A1336"/>
    <w:rsid w:val="000A1D65"/>
    <w:rsid w:val="000A40FD"/>
    <w:rsid w:val="000A530C"/>
    <w:rsid w:val="000A6606"/>
    <w:rsid w:val="000A7D83"/>
    <w:rsid w:val="000B09A1"/>
    <w:rsid w:val="000B1393"/>
    <w:rsid w:val="000B21C9"/>
    <w:rsid w:val="000C010A"/>
    <w:rsid w:val="000C469D"/>
    <w:rsid w:val="000C4D91"/>
    <w:rsid w:val="000C52E8"/>
    <w:rsid w:val="000C5339"/>
    <w:rsid w:val="000D0238"/>
    <w:rsid w:val="000D0661"/>
    <w:rsid w:val="000D25E3"/>
    <w:rsid w:val="000D2F83"/>
    <w:rsid w:val="000D30A5"/>
    <w:rsid w:val="000D3684"/>
    <w:rsid w:val="000D4043"/>
    <w:rsid w:val="000D447D"/>
    <w:rsid w:val="000D4A0D"/>
    <w:rsid w:val="000D63A4"/>
    <w:rsid w:val="000E19C5"/>
    <w:rsid w:val="000E1E6A"/>
    <w:rsid w:val="000E3A99"/>
    <w:rsid w:val="000E5CD8"/>
    <w:rsid w:val="000F2695"/>
    <w:rsid w:val="000F5ADE"/>
    <w:rsid w:val="000F65AB"/>
    <w:rsid w:val="000F65F9"/>
    <w:rsid w:val="00103D0D"/>
    <w:rsid w:val="0010482C"/>
    <w:rsid w:val="001058E8"/>
    <w:rsid w:val="001073BD"/>
    <w:rsid w:val="00112C81"/>
    <w:rsid w:val="00120603"/>
    <w:rsid w:val="00121F2A"/>
    <w:rsid w:val="001221C4"/>
    <w:rsid w:val="0012518C"/>
    <w:rsid w:val="00125A68"/>
    <w:rsid w:val="00126E95"/>
    <w:rsid w:val="001279B3"/>
    <w:rsid w:val="0013009D"/>
    <w:rsid w:val="001305FD"/>
    <w:rsid w:val="00130A33"/>
    <w:rsid w:val="00130B19"/>
    <w:rsid w:val="00132D13"/>
    <w:rsid w:val="00134FC3"/>
    <w:rsid w:val="00137CA8"/>
    <w:rsid w:val="0014155F"/>
    <w:rsid w:val="001441E9"/>
    <w:rsid w:val="001444FE"/>
    <w:rsid w:val="0014620F"/>
    <w:rsid w:val="00146FC1"/>
    <w:rsid w:val="00153E79"/>
    <w:rsid w:val="00154520"/>
    <w:rsid w:val="00160AF1"/>
    <w:rsid w:val="00160C1F"/>
    <w:rsid w:val="001616F0"/>
    <w:rsid w:val="0016302A"/>
    <w:rsid w:val="001644E8"/>
    <w:rsid w:val="00167CEA"/>
    <w:rsid w:val="00172CF6"/>
    <w:rsid w:val="00173D3E"/>
    <w:rsid w:val="0017512F"/>
    <w:rsid w:val="001778C5"/>
    <w:rsid w:val="0018015F"/>
    <w:rsid w:val="0018017E"/>
    <w:rsid w:val="0018163E"/>
    <w:rsid w:val="00181B54"/>
    <w:rsid w:val="00182CA8"/>
    <w:rsid w:val="0018463F"/>
    <w:rsid w:val="00185971"/>
    <w:rsid w:val="001861C8"/>
    <w:rsid w:val="00187933"/>
    <w:rsid w:val="00193642"/>
    <w:rsid w:val="0019441D"/>
    <w:rsid w:val="00196D8A"/>
    <w:rsid w:val="001A3548"/>
    <w:rsid w:val="001B0341"/>
    <w:rsid w:val="001B09EE"/>
    <w:rsid w:val="001B1F4B"/>
    <w:rsid w:val="001B27B6"/>
    <w:rsid w:val="001B5AC4"/>
    <w:rsid w:val="001B6C76"/>
    <w:rsid w:val="001C02A8"/>
    <w:rsid w:val="001C25B0"/>
    <w:rsid w:val="001C2B25"/>
    <w:rsid w:val="001C31F3"/>
    <w:rsid w:val="001C4DC5"/>
    <w:rsid w:val="001C5FCA"/>
    <w:rsid w:val="001C7170"/>
    <w:rsid w:val="001D0969"/>
    <w:rsid w:val="001D1A7B"/>
    <w:rsid w:val="001D1B52"/>
    <w:rsid w:val="001D1BA5"/>
    <w:rsid w:val="001D3DE0"/>
    <w:rsid w:val="001D4686"/>
    <w:rsid w:val="001D472A"/>
    <w:rsid w:val="001D63F4"/>
    <w:rsid w:val="001D7D10"/>
    <w:rsid w:val="001E197A"/>
    <w:rsid w:val="001E3F27"/>
    <w:rsid w:val="001E5968"/>
    <w:rsid w:val="001E6C5E"/>
    <w:rsid w:val="001E7120"/>
    <w:rsid w:val="001E7EF9"/>
    <w:rsid w:val="001F4521"/>
    <w:rsid w:val="001F4C6C"/>
    <w:rsid w:val="00200586"/>
    <w:rsid w:val="002014DC"/>
    <w:rsid w:val="0020246A"/>
    <w:rsid w:val="00202983"/>
    <w:rsid w:val="00203AF8"/>
    <w:rsid w:val="00207AD9"/>
    <w:rsid w:val="002103DA"/>
    <w:rsid w:val="0021467F"/>
    <w:rsid w:val="00214C95"/>
    <w:rsid w:val="0021519F"/>
    <w:rsid w:val="0021639F"/>
    <w:rsid w:val="002171A1"/>
    <w:rsid w:val="00217EFA"/>
    <w:rsid w:val="00221324"/>
    <w:rsid w:val="0022300D"/>
    <w:rsid w:val="00223D9B"/>
    <w:rsid w:val="002246FB"/>
    <w:rsid w:val="00227580"/>
    <w:rsid w:val="00233F7D"/>
    <w:rsid w:val="00234B60"/>
    <w:rsid w:val="00235DE2"/>
    <w:rsid w:val="00235EAB"/>
    <w:rsid w:val="002361A3"/>
    <w:rsid w:val="00237849"/>
    <w:rsid w:val="00237F94"/>
    <w:rsid w:val="00242067"/>
    <w:rsid w:val="00242464"/>
    <w:rsid w:val="00245F24"/>
    <w:rsid w:val="00246591"/>
    <w:rsid w:val="00246AC4"/>
    <w:rsid w:val="00257932"/>
    <w:rsid w:val="0026324C"/>
    <w:rsid w:val="00265E63"/>
    <w:rsid w:val="00266BEC"/>
    <w:rsid w:val="00267DFC"/>
    <w:rsid w:val="00270DE4"/>
    <w:rsid w:val="002734EE"/>
    <w:rsid w:val="00273718"/>
    <w:rsid w:val="00273863"/>
    <w:rsid w:val="002757A1"/>
    <w:rsid w:val="00275C4A"/>
    <w:rsid w:val="002807AE"/>
    <w:rsid w:val="00285B3F"/>
    <w:rsid w:val="0028651F"/>
    <w:rsid w:val="002914B6"/>
    <w:rsid w:val="0029564C"/>
    <w:rsid w:val="0029573A"/>
    <w:rsid w:val="002966B0"/>
    <w:rsid w:val="00297293"/>
    <w:rsid w:val="00297FB3"/>
    <w:rsid w:val="002A13D9"/>
    <w:rsid w:val="002A1C25"/>
    <w:rsid w:val="002A1DC4"/>
    <w:rsid w:val="002A357E"/>
    <w:rsid w:val="002A65D0"/>
    <w:rsid w:val="002A6DAB"/>
    <w:rsid w:val="002B0817"/>
    <w:rsid w:val="002B2659"/>
    <w:rsid w:val="002B4691"/>
    <w:rsid w:val="002B7215"/>
    <w:rsid w:val="002C1D05"/>
    <w:rsid w:val="002C21B0"/>
    <w:rsid w:val="002C39EA"/>
    <w:rsid w:val="002C470B"/>
    <w:rsid w:val="002C546D"/>
    <w:rsid w:val="002C5FBA"/>
    <w:rsid w:val="002C74F3"/>
    <w:rsid w:val="002D0324"/>
    <w:rsid w:val="002D2DA6"/>
    <w:rsid w:val="002D3018"/>
    <w:rsid w:val="002D5801"/>
    <w:rsid w:val="002D74B4"/>
    <w:rsid w:val="002D7AAD"/>
    <w:rsid w:val="002D7FED"/>
    <w:rsid w:val="002E0416"/>
    <w:rsid w:val="002E05AA"/>
    <w:rsid w:val="002E1777"/>
    <w:rsid w:val="002E2D0D"/>
    <w:rsid w:val="002E36E5"/>
    <w:rsid w:val="002F1813"/>
    <w:rsid w:val="002F1F68"/>
    <w:rsid w:val="002F27DB"/>
    <w:rsid w:val="003017E6"/>
    <w:rsid w:val="00302E89"/>
    <w:rsid w:val="00304D11"/>
    <w:rsid w:val="0030539C"/>
    <w:rsid w:val="00307088"/>
    <w:rsid w:val="0030716F"/>
    <w:rsid w:val="0031127A"/>
    <w:rsid w:val="00312FF6"/>
    <w:rsid w:val="003144CB"/>
    <w:rsid w:val="00315999"/>
    <w:rsid w:val="00315BB3"/>
    <w:rsid w:val="00316AA1"/>
    <w:rsid w:val="00323C22"/>
    <w:rsid w:val="00325256"/>
    <w:rsid w:val="00327582"/>
    <w:rsid w:val="00331488"/>
    <w:rsid w:val="0033186D"/>
    <w:rsid w:val="00332005"/>
    <w:rsid w:val="003324F5"/>
    <w:rsid w:val="003331F9"/>
    <w:rsid w:val="00334DE5"/>
    <w:rsid w:val="00335237"/>
    <w:rsid w:val="00336B3C"/>
    <w:rsid w:val="00337A15"/>
    <w:rsid w:val="00341421"/>
    <w:rsid w:val="00344806"/>
    <w:rsid w:val="00346506"/>
    <w:rsid w:val="00346FFB"/>
    <w:rsid w:val="003472EE"/>
    <w:rsid w:val="003479E7"/>
    <w:rsid w:val="00350FA2"/>
    <w:rsid w:val="00352096"/>
    <w:rsid w:val="00352912"/>
    <w:rsid w:val="00352D3A"/>
    <w:rsid w:val="00354274"/>
    <w:rsid w:val="00355BD8"/>
    <w:rsid w:val="0035618B"/>
    <w:rsid w:val="00360BB2"/>
    <w:rsid w:val="00362216"/>
    <w:rsid w:val="0036365B"/>
    <w:rsid w:val="00365148"/>
    <w:rsid w:val="003669A4"/>
    <w:rsid w:val="0037135A"/>
    <w:rsid w:val="003713E8"/>
    <w:rsid w:val="00371B2B"/>
    <w:rsid w:val="003725D7"/>
    <w:rsid w:val="0037444D"/>
    <w:rsid w:val="003766FF"/>
    <w:rsid w:val="003770BE"/>
    <w:rsid w:val="00377FDF"/>
    <w:rsid w:val="00382212"/>
    <w:rsid w:val="00382324"/>
    <w:rsid w:val="0038364E"/>
    <w:rsid w:val="003841CE"/>
    <w:rsid w:val="003907E1"/>
    <w:rsid w:val="00390E9F"/>
    <w:rsid w:val="00391037"/>
    <w:rsid w:val="003912FC"/>
    <w:rsid w:val="00392D8B"/>
    <w:rsid w:val="003945D9"/>
    <w:rsid w:val="0039492F"/>
    <w:rsid w:val="00395217"/>
    <w:rsid w:val="003953E1"/>
    <w:rsid w:val="00396909"/>
    <w:rsid w:val="00396FA8"/>
    <w:rsid w:val="003A2DD2"/>
    <w:rsid w:val="003A3E20"/>
    <w:rsid w:val="003A75BF"/>
    <w:rsid w:val="003B05A8"/>
    <w:rsid w:val="003B0A64"/>
    <w:rsid w:val="003B1405"/>
    <w:rsid w:val="003B6BA6"/>
    <w:rsid w:val="003B6EBF"/>
    <w:rsid w:val="003C0740"/>
    <w:rsid w:val="003C0EEE"/>
    <w:rsid w:val="003C15C8"/>
    <w:rsid w:val="003C4859"/>
    <w:rsid w:val="003C678E"/>
    <w:rsid w:val="003C71B6"/>
    <w:rsid w:val="003C725C"/>
    <w:rsid w:val="003D1B9F"/>
    <w:rsid w:val="003D3337"/>
    <w:rsid w:val="003D3535"/>
    <w:rsid w:val="003D67C4"/>
    <w:rsid w:val="003D7E47"/>
    <w:rsid w:val="003D7FA4"/>
    <w:rsid w:val="003E0315"/>
    <w:rsid w:val="003E1309"/>
    <w:rsid w:val="003E3960"/>
    <w:rsid w:val="003E5410"/>
    <w:rsid w:val="003E78BE"/>
    <w:rsid w:val="003F0324"/>
    <w:rsid w:val="003F13D5"/>
    <w:rsid w:val="003F15E5"/>
    <w:rsid w:val="003F50D0"/>
    <w:rsid w:val="003F6F55"/>
    <w:rsid w:val="003F7DD7"/>
    <w:rsid w:val="00401347"/>
    <w:rsid w:val="00401B2F"/>
    <w:rsid w:val="004034B6"/>
    <w:rsid w:val="0040733F"/>
    <w:rsid w:val="004077D8"/>
    <w:rsid w:val="00410837"/>
    <w:rsid w:val="00411B0A"/>
    <w:rsid w:val="004122CF"/>
    <w:rsid w:val="00412B1C"/>
    <w:rsid w:val="00413C94"/>
    <w:rsid w:val="00414456"/>
    <w:rsid w:val="0041676C"/>
    <w:rsid w:val="004167E4"/>
    <w:rsid w:val="00417642"/>
    <w:rsid w:val="0042201E"/>
    <w:rsid w:val="00422436"/>
    <w:rsid w:val="00422D7E"/>
    <w:rsid w:val="00422D97"/>
    <w:rsid w:val="00423B42"/>
    <w:rsid w:val="00423BB3"/>
    <w:rsid w:val="0042421D"/>
    <w:rsid w:val="004243C9"/>
    <w:rsid w:val="004249DD"/>
    <w:rsid w:val="00425934"/>
    <w:rsid w:val="00427747"/>
    <w:rsid w:val="00430099"/>
    <w:rsid w:val="004306F5"/>
    <w:rsid w:val="0043148A"/>
    <w:rsid w:val="00433A71"/>
    <w:rsid w:val="00434AF7"/>
    <w:rsid w:val="00436415"/>
    <w:rsid w:val="00440E11"/>
    <w:rsid w:val="00441656"/>
    <w:rsid w:val="0044166D"/>
    <w:rsid w:val="00443EEF"/>
    <w:rsid w:val="00444299"/>
    <w:rsid w:val="00444B33"/>
    <w:rsid w:val="00447781"/>
    <w:rsid w:val="00447E33"/>
    <w:rsid w:val="0045072A"/>
    <w:rsid w:val="00450E5E"/>
    <w:rsid w:val="00452F8A"/>
    <w:rsid w:val="00455341"/>
    <w:rsid w:val="004554EC"/>
    <w:rsid w:val="00456414"/>
    <w:rsid w:val="004567CF"/>
    <w:rsid w:val="00457769"/>
    <w:rsid w:val="004600BA"/>
    <w:rsid w:val="00460331"/>
    <w:rsid w:val="004621EF"/>
    <w:rsid w:val="00462782"/>
    <w:rsid w:val="00467F8D"/>
    <w:rsid w:val="00471DFA"/>
    <w:rsid w:val="00472775"/>
    <w:rsid w:val="004729C4"/>
    <w:rsid w:val="00473125"/>
    <w:rsid w:val="00475283"/>
    <w:rsid w:val="00475A9A"/>
    <w:rsid w:val="00476778"/>
    <w:rsid w:val="004805E1"/>
    <w:rsid w:val="00480AF5"/>
    <w:rsid w:val="00482B58"/>
    <w:rsid w:val="00484623"/>
    <w:rsid w:val="00484B6B"/>
    <w:rsid w:val="004868EE"/>
    <w:rsid w:val="0048787E"/>
    <w:rsid w:val="00490A0C"/>
    <w:rsid w:val="004930B7"/>
    <w:rsid w:val="004942F1"/>
    <w:rsid w:val="004A16AD"/>
    <w:rsid w:val="004A26EC"/>
    <w:rsid w:val="004A3AC1"/>
    <w:rsid w:val="004A45D2"/>
    <w:rsid w:val="004A5228"/>
    <w:rsid w:val="004A55AF"/>
    <w:rsid w:val="004A603B"/>
    <w:rsid w:val="004A7A6B"/>
    <w:rsid w:val="004B0819"/>
    <w:rsid w:val="004B2F22"/>
    <w:rsid w:val="004B411A"/>
    <w:rsid w:val="004B432B"/>
    <w:rsid w:val="004B6365"/>
    <w:rsid w:val="004C08F3"/>
    <w:rsid w:val="004C0CCA"/>
    <w:rsid w:val="004C1652"/>
    <w:rsid w:val="004C39B0"/>
    <w:rsid w:val="004C3E1D"/>
    <w:rsid w:val="004C41B3"/>
    <w:rsid w:val="004C53CA"/>
    <w:rsid w:val="004C5565"/>
    <w:rsid w:val="004C5FE6"/>
    <w:rsid w:val="004C6116"/>
    <w:rsid w:val="004C7CE8"/>
    <w:rsid w:val="004D0E05"/>
    <w:rsid w:val="004D0E8F"/>
    <w:rsid w:val="004D1B5E"/>
    <w:rsid w:val="004D2201"/>
    <w:rsid w:val="004D3185"/>
    <w:rsid w:val="004D47CE"/>
    <w:rsid w:val="004D4C4E"/>
    <w:rsid w:val="004D58CE"/>
    <w:rsid w:val="004D5930"/>
    <w:rsid w:val="004E09FA"/>
    <w:rsid w:val="004E1171"/>
    <w:rsid w:val="004E11FA"/>
    <w:rsid w:val="004E3979"/>
    <w:rsid w:val="004E4D01"/>
    <w:rsid w:val="004E6B58"/>
    <w:rsid w:val="004E6BFF"/>
    <w:rsid w:val="004F03DD"/>
    <w:rsid w:val="004F0AD1"/>
    <w:rsid w:val="004F0D03"/>
    <w:rsid w:val="004F1229"/>
    <w:rsid w:val="004F1622"/>
    <w:rsid w:val="004F25AC"/>
    <w:rsid w:val="004F532D"/>
    <w:rsid w:val="00501130"/>
    <w:rsid w:val="005039CA"/>
    <w:rsid w:val="00504420"/>
    <w:rsid w:val="00504535"/>
    <w:rsid w:val="00504E79"/>
    <w:rsid w:val="005071A3"/>
    <w:rsid w:val="0051138F"/>
    <w:rsid w:val="0051236F"/>
    <w:rsid w:val="00512768"/>
    <w:rsid w:val="00516C07"/>
    <w:rsid w:val="00520467"/>
    <w:rsid w:val="00520725"/>
    <w:rsid w:val="005208A5"/>
    <w:rsid w:val="005229DA"/>
    <w:rsid w:val="00522B37"/>
    <w:rsid w:val="0052548D"/>
    <w:rsid w:val="005263CB"/>
    <w:rsid w:val="005273EC"/>
    <w:rsid w:val="00530662"/>
    <w:rsid w:val="00533A44"/>
    <w:rsid w:val="00536A77"/>
    <w:rsid w:val="00540224"/>
    <w:rsid w:val="00540A81"/>
    <w:rsid w:val="00540D32"/>
    <w:rsid w:val="0054131A"/>
    <w:rsid w:val="00541A5C"/>
    <w:rsid w:val="00542BE2"/>
    <w:rsid w:val="00550C7D"/>
    <w:rsid w:val="00554AFD"/>
    <w:rsid w:val="005557A5"/>
    <w:rsid w:val="005562F1"/>
    <w:rsid w:val="00557ABC"/>
    <w:rsid w:val="005600D6"/>
    <w:rsid w:val="005610FD"/>
    <w:rsid w:val="00561706"/>
    <w:rsid w:val="00562FB6"/>
    <w:rsid w:val="0056530F"/>
    <w:rsid w:val="00565CF1"/>
    <w:rsid w:val="00566817"/>
    <w:rsid w:val="005701FF"/>
    <w:rsid w:val="00570D8B"/>
    <w:rsid w:val="00570E92"/>
    <w:rsid w:val="0057184F"/>
    <w:rsid w:val="00573009"/>
    <w:rsid w:val="005731C4"/>
    <w:rsid w:val="0057341F"/>
    <w:rsid w:val="00573E81"/>
    <w:rsid w:val="00574EAB"/>
    <w:rsid w:val="005754AE"/>
    <w:rsid w:val="00575CEA"/>
    <w:rsid w:val="005762AC"/>
    <w:rsid w:val="005772E2"/>
    <w:rsid w:val="00582735"/>
    <w:rsid w:val="00582CC3"/>
    <w:rsid w:val="00586717"/>
    <w:rsid w:val="00590C18"/>
    <w:rsid w:val="00590CBC"/>
    <w:rsid w:val="00592977"/>
    <w:rsid w:val="005964B9"/>
    <w:rsid w:val="005971FC"/>
    <w:rsid w:val="005976CB"/>
    <w:rsid w:val="005A2BD9"/>
    <w:rsid w:val="005A5580"/>
    <w:rsid w:val="005A57BC"/>
    <w:rsid w:val="005A6308"/>
    <w:rsid w:val="005A6EA5"/>
    <w:rsid w:val="005B3863"/>
    <w:rsid w:val="005B6DC5"/>
    <w:rsid w:val="005B79F5"/>
    <w:rsid w:val="005C2064"/>
    <w:rsid w:val="005C398E"/>
    <w:rsid w:val="005C4013"/>
    <w:rsid w:val="005C473C"/>
    <w:rsid w:val="005C7E7B"/>
    <w:rsid w:val="005D1B27"/>
    <w:rsid w:val="005D1C4A"/>
    <w:rsid w:val="005D2381"/>
    <w:rsid w:val="005D4A1A"/>
    <w:rsid w:val="005D55F1"/>
    <w:rsid w:val="005D5C09"/>
    <w:rsid w:val="005E0C0C"/>
    <w:rsid w:val="005E2AD2"/>
    <w:rsid w:val="005E408F"/>
    <w:rsid w:val="005E4980"/>
    <w:rsid w:val="005F42A7"/>
    <w:rsid w:val="005F7C17"/>
    <w:rsid w:val="00601909"/>
    <w:rsid w:val="00601B74"/>
    <w:rsid w:val="00602033"/>
    <w:rsid w:val="0060318D"/>
    <w:rsid w:val="0060422F"/>
    <w:rsid w:val="00605331"/>
    <w:rsid w:val="00605C4B"/>
    <w:rsid w:val="00610531"/>
    <w:rsid w:val="00611DB3"/>
    <w:rsid w:val="006131BF"/>
    <w:rsid w:val="00614432"/>
    <w:rsid w:val="0061516F"/>
    <w:rsid w:val="0061743D"/>
    <w:rsid w:val="0061762F"/>
    <w:rsid w:val="00620975"/>
    <w:rsid w:val="00620BBD"/>
    <w:rsid w:val="00622328"/>
    <w:rsid w:val="0062311B"/>
    <w:rsid w:val="0062320A"/>
    <w:rsid w:val="00625A57"/>
    <w:rsid w:val="006276E9"/>
    <w:rsid w:val="006301FA"/>
    <w:rsid w:val="00630B83"/>
    <w:rsid w:val="00630F4D"/>
    <w:rsid w:val="00631628"/>
    <w:rsid w:val="00634093"/>
    <w:rsid w:val="006411A1"/>
    <w:rsid w:val="00641268"/>
    <w:rsid w:val="006429E1"/>
    <w:rsid w:val="006442C3"/>
    <w:rsid w:val="00646028"/>
    <w:rsid w:val="0065351E"/>
    <w:rsid w:val="006535AD"/>
    <w:rsid w:val="0065691B"/>
    <w:rsid w:val="00656C80"/>
    <w:rsid w:val="00656E0C"/>
    <w:rsid w:val="00657CDD"/>
    <w:rsid w:val="00660768"/>
    <w:rsid w:val="00661240"/>
    <w:rsid w:val="0066315E"/>
    <w:rsid w:val="00663E87"/>
    <w:rsid w:val="00664751"/>
    <w:rsid w:val="006654A5"/>
    <w:rsid w:val="00665EC0"/>
    <w:rsid w:val="00666DD3"/>
    <w:rsid w:val="00666F01"/>
    <w:rsid w:val="0067608F"/>
    <w:rsid w:val="006805A5"/>
    <w:rsid w:val="00684085"/>
    <w:rsid w:val="00685DF7"/>
    <w:rsid w:val="00686634"/>
    <w:rsid w:val="0069094A"/>
    <w:rsid w:val="00690CCF"/>
    <w:rsid w:val="00692FD1"/>
    <w:rsid w:val="006936C3"/>
    <w:rsid w:val="006936FD"/>
    <w:rsid w:val="00694129"/>
    <w:rsid w:val="006972E6"/>
    <w:rsid w:val="00697EFE"/>
    <w:rsid w:val="006A23A7"/>
    <w:rsid w:val="006A4F40"/>
    <w:rsid w:val="006A515C"/>
    <w:rsid w:val="006A6358"/>
    <w:rsid w:val="006A7DDD"/>
    <w:rsid w:val="006B4FDC"/>
    <w:rsid w:val="006B66DA"/>
    <w:rsid w:val="006B69AC"/>
    <w:rsid w:val="006B7FD0"/>
    <w:rsid w:val="006C17C0"/>
    <w:rsid w:val="006C1A05"/>
    <w:rsid w:val="006C4587"/>
    <w:rsid w:val="006D0DC2"/>
    <w:rsid w:val="006D7529"/>
    <w:rsid w:val="006E10DA"/>
    <w:rsid w:val="006E2749"/>
    <w:rsid w:val="006E4C22"/>
    <w:rsid w:val="006E676D"/>
    <w:rsid w:val="006F0C42"/>
    <w:rsid w:val="006F2754"/>
    <w:rsid w:val="006F2E52"/>
    <w:rsid w:val="006F311A"/>
    <w:rsid w:val="006F44FB"/>
    <w:rsid w:val="006F53EE"/>
    <w:rsid w:val="006F698F"/>
    <w:rsid w:val="00702592"/>
    <w:rsid w:val="00703401"/>
    <w:rsid w:val="00703D79"/>
    <w:rsid w:val="00704E2D"/>
    <w:rsid w:val="00710078"/>
    <w:rsid w:val="00711242"/>
    <w:rsid w:val="007112CF"/>
    <w:rsid w:val="00712BA9"/>
    <w:rsid w:val="0071363A"/>
    <w:rsid w:val="007162EE"/>
    <w:rsid w:val="007165CB"/>
    <w:rsid w:val="00717136"/>
    <w:rsid w:val="0071785B"/>
    <w:rsid w:val="00720935"/>
    <w:rsid w:val="00725169"/>
    <w:rsid w:val="0073172C"/>
    <w:rsid w:val="007333CC"/>
    <w:rsid w:val="00734B42"/>
    <w:rsid w:val="00740934"/>
    <w:rsid w:val="00740FE6"/>
    <w:rsid w:val="00741EE7"/>
    <w:rsid w:val="007420CD"/>
    <w:rsid w:val="00743207"/>
    <w:rsid w:val="00745C66"/>
    <w:rsid w:val="00750D90"/>
    <w:rsid w:val="00752127"/>
    <w:rsid w:val="00756C49"/>
    <w:rsid w:val="007615C2"/>
    <w:rsid w:val="00762125"/>
    <w:rsid w:val="007631BC"/>
    <w:rsid w:val="00763921"/>
    <w:rsid w:val="00766EC5"/>
    <w:rsid w:val="007709A6"/>
    <w:rsid w:val="00771F51"/>
    <w:rsid w:val="00773328"/>
    <w:rsid w:val="00773AE6"/>
    <w:rsid w:val="007757FD"/>
    <w:rsid w:val="00777955"/>
    <w:rsid w:val="00780CBA"/>
    <w:rsid w:val="007825AD"/>
    <w:rsid w:val="0078266C"/>
    <w:rsid w:val="007836D6"/>
    <w:rsid w:val="0078688A"/>
    <w:rsid w:val="007873FD"/>
    <w:rsid w:val="00787640"/>
    <w:rsid w:val="007909CD"/>
    <w:rsid w:val="00790F08"/>
    <w:rsid w:val="00792787"/>
    <w:rsid w:val="0079407E"/>
    <w:rsid w:val="00795962"/>
    <w:rsid w:val="00796381"/>
    <w:rsid w:val="00797FD3"/>
    <w:rsid w:val="007A1E6F"/>
    <w:rsid w:val="007A28D2"/>
    <w:rsid w:val="007A2EA8"/>
    <w:rsid w:val="007A4AFE"/>
    <w:rsid w:val="007A5C46"/>
    <w:rsid w:val="007B3DA8"/>
    <w:rsid w:val="007B5C88"/>
    <w:rsid w:val="007B775C"/>
    <w:rsid w:val="007B7B53"/>
    <w:rsid w:val="007C020C"/>
    <w:rsid w:val="007C06F6"/>
    <w:rsid w:val="007C2D1B"/>
    <w:rsid w:val="007C5E27"/>
    <w:rsid w:val="007D145A"/>
    <w:rsid w:val="007D18A8"/>
    <w:rsid w:val="007D2D7A"/>
    <w:rsid w:val="007D33B3"/>
    <w:rsid w:val="007D40A4"/>
    <w:rsid w:val="007D420F"/>
    <w:rsid w:val="007D5955"/>
    <w:rsid w:val="007D673B"/>
    <w:rsid w:val="007D7E4E"/>
    <w:rsid w:val="007E092F"/>
    <w:rsid w:val="007E215D"/>
    <w:rsid w:val="007E3740"/>
    <w:rsid w:val="007E637C"/>
    <w:rsid w:val="007E6A7E"/>
    <w:rsid w:val="007F2661"/>
    <w:rsid w:val="007F2807"/>
    <w:rsid w:val="007F3896"/>
    <w:rsid w:val="007F460A"/>
    <w:rsid w:val="007F4D0E"/>
    <w:rsid w:val="007F57F7"/>
    <w:rsid w:val="007F64E8"/>
    <w:rsid w:val="007F76E5"/>
    <w:rsid w:val="007F7BD1"/>
    <w:rsid w:val="0080181C"/>
    <w:rsid w:val="008027D3"/>
    <w:rsid w:val="008038D3"/>
    <w:rsid w:val="00810716"/>
    <w:rsid w:val="008112AF"/>
    <w:rsid w:val="0081160B"/>
    <w:rsid w:val="00812E96"/>
    <w:rsid w:val="00814DB8"/>
    <w:rsid w:val="00814F4D"/>
    <w:rsid w:val="00816370"/>
    <w:rsid w:val="0081745B"/>
    <w:rsid w:val="0081763F"/>
    <w:rsid w:val="00820B78"/>
    <w:rsid w:val="00822548"/>
    <w:rsid w:val="0082261E"/>
    <w:rsid w:val="0082299A"/>
    <w:rsid w:val="0082438F"/>
    <w:rsid w:val="00824EEE"/>
    <w:rsid w:val="008251A5"/>
    <w:rsid w:val="00830EF5"/>
    <w:rsid w:val="00832D77"/>
    <w:rsid w:val="00833F4B"/>
    <w:rsid w:val="008344E0"/>
    <w:rsid w:val="00835BE2"/>
    <w:rsid w:val="0083797B"/>
    <w:rsid w:val="00837D17"/>
    <w:rsid w:val="00840A35"/>
    <w:rsid w:val="0084309F"/>
    <w:rsid w:val="008430D1"/>
    <w:rsid w:val="008471FC"/>
    <w:rsid w:val="008477BF"/>
    <w:rsid w:val="008507D9"/>
    <w:rsid w:val="008519F6"/>
    <w:rsid w:val="008525FC"/>
    <w:rsid w:val="00855491"/>
    <w:rsid w:val="00855B59"/>
    <w:rsid w:val="00855C9A"/>
    <w:rsid w:val="00855F09"/>
    <w:rsid w:val="008571EE"/>
    <w:rsid w:val="00857CAD"/>
    <w:rsid w:val="008600A5"/>
    <w:rsid w:val="008621CB"/>
    <w:rsid w:val="008642D3"/>
    <w:rsid w:val="0086478D"/>
    <w:rsid w:val="008663B9"/>
    <w:rsid w:val="0087015B"/>
    <w:rsid w:val="00872605"/>
    <w:rsid w:val="0087564F"/>
    <w:rsid w:val="00875A5E"/>
    <w:rsid w:val="00875AFF"/>
    <w:rsid w:val="00876220"/>
    <w:rsid w:val="00877226"/>
    <w:rsid w:val="00880294"/>
    <w:rsid w:val="0088087B"/>
    <w:rsid w:val="00880FCB"/>
    <w:rsid w:val="00885D3A"/>
    <w:rsid w:val="00887341"/>
    <w:rsid w:val="008918F5"/>
    <w:rsid w:val="00894E30"/>
    <w:rsid w:val="008960AF"/>
    <w:rsid w:val="00896209"/>
    <w:rsid w:val="008A0CB2"/>
    <w:rsid w:val="008A19D8"/>
    <w:rsid w:val="008A4AE2"/>
    <w:rsid w:val="008A606E"/>
    <w:rsid w:val="008B20B7"/>
    <w:rsid w:val="008B3BC0"/>
    <w:rsid w:val="008B40FE"/>
    <w:rsid w:val="008B7D8B"/>
    <w:rsid w:val="008C25C1"/>
    <w:rsid w:val="008C4064"/>
    <w:rsid w:val="008C5BF5"/>
    <w:rsid w:val="008C5F02"/>
    <w:rsid w:val="008C746A"/>
    <w:rsid w:val="008C7F25"/>
    <w:rsid w:val="008D07F7"/>
    <w:rsid w:val="008D2E41"/>
    <w:rsid w:val="008D391E"/>
    <w:rsid w:val="008D4E33"/>
    <w:rsid w:val="008D521C"/>
    <w:rsid w:val="008E0F04"/>
    <w:rsid w:val="008E39D8"/>
    <w:rsid w:val="008E7269"/>
    <w:rsid w:val="008E74ED"/>
    <w:rsid w:val="008E7B8B"/>
    <w:rsid w:val="008F01CB"/>
    <w:rsid w:val="008F3BB8"/>
    <w:rsid w:val="008F4A46"/>
    <w:rsid w:val="008F67C4"/>
    <w:rsid w:val="008F7204"/>
    <w:rsid w:val="008F7CDE"/>
    <w:rsid w:val="00901D57"/>
    <w:rsid w:val="00903C87"/>
    <w:rsid w:val="00903DE4"/>
    <w:rsid w:val="00904BA7"/>
    <w:rsid w:val="009073E1"/>
    <w:rsid w:val="009100C6"/>
    <w:rsid w:val="00910FB9"/>
    <w:rsid w:val="00913ACC"/>
    <w:rsid w:val="00916820"/>
    <w:rsid w:val="00916E78"/>
    <w:rsid w:val="009202DA"/>
    <w:rsid w:val="00921365"/>
    <w:rsid w:val="00921C57"/>
    <w:rsid w:val="009245F5"/>
    <w:rsid w:val="00925071"/>
    <w:rsid w:val="009260DD"/>
    <w:rsid w:val="00926E61"/>
    <w:rsid w:val="009275D6"/>
    <w:rsid w:val="0092777D"/>
    <w:rsid w:val="00930ACC"/>
    <w:rsid w:val="00933162"/>
    <w:rsid w:val="0093480F"/>
    <w:rsid w:val="00935FAE"/>
    <w:rsid w:val="00937BB4"/>
    <w:rsid w:val="00942226"/>
    <w:rsid w:val="0094222D"/>
    <w:rsid w:val="00942F3D"/>
    <w:rsid w:val="009436BA"/>
    <w:rsid w:val="0094476C"/>
    <w:rsid w:val="009459D8"/>
    <w:rsid w:val="00947A78"/>
    <w:rsid w:val="0095043F"/>
    <w:rsid w:val="00951E12"/>
    <w:rsid w:val="0095308F"/>
    <w:rsid w:val="00954F4D"/>
    <w:rsid w:val="00954F78"/>
    <w:rsid w:val="009613E1"/>
    <w:rsid w:val="009617DD"/>
    <w:rsid w:val="009625DF"/>
    <w:rsid w:val="009648AD"/>
    <w:rsid w:val="00964AF9"/>
    <w:rsid w:val="009664A4"/>
    <w:rsid w:val="00970985"/>
    <w:rsid w:val="009709D1"/>
    <w:rsid w:val="00974B30"/>
    <w:rsid w:val="00976572"/>
    <w:rsid w:val="00977DF8"/>
    <w:rsid w:val="00981ED7"/>
    <w:rsid w:val="009844CE"/>
    <w:rsid w:val="00985B75"/>
    <w:rsid w:val="00985FCB"/>
    <w:rsid w:val="00987067"/>
    <w:rsid w:val="0099154C"/>
    <w:rsid w:val="00992277"/>
    <w:rsid w:val="00995125"/>
    <w:rsid w:val="009955BB"/>
    <w:rsid w:val="009962E7"/>
    <w:rsid w:val="00997A19"/>
    <w:rsid w:val="009A0544"/>
    <w:rsid w:val="009A2707"/>
    <w:rsid w:val="009A32AE"/>
    <w:rsid w:val="009A57C6"/>
    <w:rsid w:val="009A5F90"/>
    <w:rsid w:val="009A6568"/>
    <w:rsid w:val="009A776F"/>
    <w:rsid w:val="009B136F"/>
    <w:rsid w:val="009B1C79"/>
    <w:rsid w:val="009B33B8"/>
    <w:rsid w:val="009B4D08"/>
    <w:rsid w:val="009B6088"/>
    <w:rsid w:val="009B65A8"/>
    <w:rsid w:val="009C02A4"/>
    <w:rsid w:val="009C37F6"/>
    <w:rsid w:val="009C45BF"/>
    <w:rsid w:val="009C4ADA"/>
    <w:rsid w:val="009C4DA1"/>
    <w:rsid w:val="009C5506"/>
    <w:rsid w:val="009C56C7"/>
    <w:rsid w:val="009C59C2"/>
    <w:rsid w:val="009C743A"/>
    <w:rsid w:val="009C7E88"/>
    <w:rsid w:val="009D09FD"/>
    <w:rsid w:val="009D217B"/>
    <w:rsid w:val="009D41B9"/>
    <w:rsid w:val="009D74C2"/>
    <w:rsid w:val="009E01FE"/>
    <w:rsid w:val="009E0883"/>
    <w:rsid w:val="009E2422"/>
    <w:rsid w:val="009E354C"/>
    <w:rsid w:val="009E6B99"/>
    <w:rsid w:val="009E7016"/>
    <w:rsid w:val="009E7A28"/>
    <w:rsid w:val="009E7EE7"/>
    <w:rsid w:val="009F2CD1"/>
    <w:rsid w:val="009F44B5"/>
    <w:rsid w:val="009F4C43"/>
    <w:rsid w:val="009F4F93"/>
    <w:rsid w:val="009F5A92"/>
    <w:rsid w:val="009F60B0"/>
    <w:rsid w:val="00A010A0"/>
    <w:rsid w:val="00A0299A"/>
    <w:rsid w:val="00A050B3"/>
    <w:rsid w:val="00A05587"/>
    <w:rsid w:val="00A06376"/>
    <w:rsid w:val="00A11367"/>
    <w:rsid w:val="00A113A6"/>
    <w:rsid w:val="00A11C1D"/>
    <w:rsid w:val="00A11EB2"/>
    <w:rsid w:val="00A13DD8"/>
    <w:rsid w:val="00A13F0E"/>
    <w:rsid w:val="00A14822"/>
    <w:rsid w:val="00A14B33"/>
    <w:rsid w:val="00A1582A"/>
    <w:rsid w:val="00A202B1"/>
    <w:rsid w:val="00A25540"/>
    <w:rsid w:val="00A257DA"/>
    <w:rsid w:val="00A25D8F"/>
    <w:rsid w:val="00A3097A"/>
    <w:rsid w:val="00A330AC"/>
    <w:rsid w:val="00A34B13"/>
    <w:rsid w:val="00A35347"/>
    <w:rsid w:val="00A357F7"/>
    <w:rsid w:val="00A35B23"/>
    <w:rsid w:val="00A365C2"/>
    <w:rsid w:val="00A36CC2"/>
    <w:rsid w:val="00A378A0"/>
    <w:rsid w:val="00A40D66"/>
    <w:rsid w:val="00A425FA"/>
    <w:rsid w:val="00A4347A"/>
    <w:rsid w:val="00A447FF"/>
    <w:rsid w:val="00A47C24"/>
    <w:rsid w:val="00A54A67"/>
    <w:rsid w:val="00A54B73"/>
    <w:rsid w:val="00A5512F"/>
    <w:rsid w:val="00A65799"/>
    <w:rsid w:val="00A66ABD"/>
    <w:rsid w:val="00A7124B"/>
    <w:rsid w:val="00A71F10"/>
    <w:rsid w:val="00A7213C"/>
    <w:rsid w:val="00A729D5"/>
    <w:rsid w:val="00A72AD8"/>
    <w:rsid w:val="00A73662"/>
    <w:rsid w:val="00A73D44"/>
    <w:rsid w:val="00A754A6"/>
    <w:rsid w:val="00A8375E"/>
    <w:rsid w:val="00A850CE"/>
    <w:rsid w:val="00A86515"/>
    <w:rsid w:val="00A86B24"/>
    <w:rsid w:val="00A90350"/>
    <w:rsid w:val="00A9176D"/>
    <w:rsid w:val="00A93F8B"/>
    <w:rsid w:val="00A94BAB"/>
    <w:rsid w:val="00AA0D0D"/>
    <w:rsid w:val="00AA22BF"/>
    <w:rsid w:val="00AA473E"/>
    <w:rsid w:val="00AA4E87"/>
    <w:rsid w:val="00AA5041"/>
    <w:rsid w:val="00AA538B"/>
    <w:rsid w:val="00AA59B1"/>
    <w:rsid w:val="00AA62F7"/>
    <w:rsid w:val="00AA65AD"/>
    <w:rsid w:val="00AB2228"/>
    <w:rsid w:val="00AB234F"/>
    <w:rsid w:val="00AB2974"/>
    <w:rsid w:val="00AB2D89"/>
    <w:rsid w:val="00AB32FC"/>
    <w:rsid w:val="00AB3D7C"/>
    <w:rsid w:val="00AB48AB"/>
    <w:rsid w:val="00AB6793"/>
    <w:rsid w:val="00AB75DB"/>
    <w:rsid w:val="00AC03D0"/>
    <w:rsid w:val="00AC0902"/>
    <w:rsid w:val="00AC2BD2"/>
    <w:rsid w:val="00AC30C3"/>
    <w:rsid w:val="00AC3FF1"/>
    <w:rsid w:val="00AC53A2"/>
    <w:rsid w:val="00AC6B98"/>
    <w:rsid w:val="00AD09E8"/>
    <w:rsid w:val="00AD1141"/>
    <w:rsid w:val="00AD3B46"/>
    <w:rsid w:val="00AD59E1"/>
    <w:rsid w:val="00AD61FF"/>
    <w:rsid w:val="00AE0536"/>
    <w:rsid w:val="00AE1A10"/>
    <w:rsid w:val="00AE1B23"/>
    <w:rsid w:val="00AE2328"/>
    <w:rsid w:val="00AE3752"/>
    <w:rsid w:val="00AF39F3"/>
    <w:rsid w:val="00AF3B40"/>
    <w:rsid w:val="00AF760F"/>
    <w:rsid w:val="00B02410"/>
    <w:rsid w:val="00B02A3C"/>
    <w:rsid w:val="00B02E08"/>
    <w:rsid w:val="00B03571"/>
    <w:rsid w:val="00B039FD"/>
    <w:rsid w:val="00B04935"/>
    <w:rsid w:val="00B04C36"/>
    <w:rsid w:val="00B04F8B"/>
    <w:rsid w:val="00B067F0"/>
    <w:rsid w:val="00B06BC0"/>
    <w:rsid w:val="00B070F4"/>
    <w:rsid w:val="00B11881"/>
    <w:rsid w:val="00B12146"/>
    <w:rsid w:val="00B127B0"/>
    <w:rsid w:val="00B1543B"/>
    <w:rsid w:val="00B16A82"/>
    <w:rsid w:val="00B16D91"/>
    <w:rsid w:val="00B2103F"/>
    <w:rsid w:val="00B2688C"/>
    <w:rsid w:val="00B26F92"/>
    <w:rsid w:val="00B31F84"/>
    <w:rsid w:val="00B32498"/>
    <w:rsid w:val="00B344AA"/>
    <w:rsid w:val="00B43C34"/>
    <w:rsid w:val="00B5061C"/>
    <w:rsid w:val="00B5182E"/>
    <w:rsid w:val="00B54A61"/>
    <w:rsid w:val="00B54BE0"/>
    <w:rsid w:val="00B63D43"/>
    <w:rsid w:val="00B64361"/>
    <w:rsid w:val="00B66C46"/>
    <w:rsid w:val="00B703D3"/>
    <w:rsid w:val="00B70889"/>
    <w:rsid w:val="00B72B86"/>
    <w:rsid w:val="00B72D2B"/>
    <w:rsid w:val="00B737F9"/>
    <w:rsid w:val="00B7401C"/>
    <w:rsid w:val="00B746B2"/>
    <w:rsid w:val="00B76345"/>
    <w:rsid w:val="00B81ADB"/>
    <w:rsid w:val="00B81CA7"/>
    <w:rsid w:val="00B824FF"/>
    <w:rsid w:val="00B828E6"/>
    <w:rsid w:val="00B82971"/>
    <w:rsid w:val="00B84FD6"/>
    <w:rsid w:val="00B86518"/>
    <w:rsid w:val="00B90083"/>
    <w:rsid w:val="00B904D7"/>
    <w:rsid w:val="00B9121F"/>
    <w:rsid w:val="00B919A4"/>
    <w:rsid w:val="00B94320"/>
    <w:rsid w:val="00B95F81"/>
    <w:rsid w:val="00B96FB2"/>
    <w:rsid w:val="00BA0C52"/>
    <w:rsid w:val="00BA12D6"/>
    <w:rsid w:val="00BA218A"/>
    <w:rsid w:val="00BA233F"/>
    <w:rsid w:val="00BA311E"/>
    <w:rsid w:val="00BA3EA0"/>
    <w:rsid w:val="00BA4A2B"/>
    <w:rsid w:val="00BA50D6"/>
    <w:rsid w:val="00BA7778"/>
    <w:rsid w:val="00BB499E"/>
    <w:rsid w:val="00BC1B10"/>
    <w:rsid w:val="00BC233D"/>
    <w:rsid w:val="00BC3F09"/>
    <w:rsid w:val="00BC6870"/>
    <w:rsid w:val="00BC748A"/>
    <w:rsid w:val="00BC7CE4"/>
    <w:rsid w:val="00BD2B32"/>
    <w:rsid w:val="00BD744C"/>
    <w:rsid w:val="00BE1D2D"/>
    <w:rsid w:val="00BE37BA"/>
    <w:rsid w:val="00BE3FC1"/>
    <w:rsid w:val="00BE5509"/>
    <w:rsid w:val="00BF0261"/>
    <w:rsid w:val="00BF1780"/>
    <w:rsid w:val="00BF4E8B"/>
    <w:rsid w:val="00BF76CD"/>
    <w:rsid w:val="00BF7A2C"/>
    <w:rsid w:val="00BF7AA5"/>
    <w:rsid w:val="00C0060B"/>
    <w:rsid w:val="00C0135E"/>
    <w:rsid w:val="00C042A4"/>
    <w:rsid w:val="00C04B34"/>
    <w:rsid w:val="00C05EE1"/>
    <w:rsid w:val="00C0684E"/>
    <w:rsid w:val="00C073C1"/>
    <w:rsid w:val="00C07504"/>
    <w:rsid w:val="00C101F7"/>
    <w:rsid w:val="00C11679"/>
    <w:rsid w:val="00C11EB5"/>
    <w:rsid w:val="00C13365"/>
    <w:rsid w:val="00C16C29"/>
    <w:rsid w:val="00C17E5C"/>
    <w:rsid w:val="00C214E4"/>
    <w:rsid w:val="00C21B34"/>
    <w:rsid w:val="00C21C9A"/>
    <w:rsid w:val="00C23782"/>
    <w:rsid w:val="00C24F3F"/>
    <w:rsid w:val="00C27976"/>
    <w:rsid w:val="00C31FE8"/>
    <w:rsid w:val="00C33660"/>
    <w:rsid w:val="00C33EC1"/>
    <w:rsid w:val="00C367D6"/>
    <w:rsid w:val="00C4345C"/>
    <w:rsid w:val="00C43BC0"/>
    <w:rsid w:val="00C440DD"/>
    <w:rsid w:val="00C44417"/>
    <w:rsid w:val="00C45469"/>
    <w:rsid w:val="00C4602B"/>
    <w:rsid w:val="00C477C8"/>
    <w:rsid w:val="00C52A68"/>
    <w:rsid w:val="00C52F51"/>
    <w:rsid w:val="00C54D96"/>
    <w:rsid w:val="00C568DB"/>
    <w:rsid w:val="00C60813"/>
    <w:rsid w:val="00C6393E"/>
    <w:rsid w:val="00C64E7C"/>
    <w:rsid w:val="00C65DB4"/>
    <w:rsid w:val="00C6607C"/>
    <w:rsid w:val="00C7257E"/>
    <w:rsid w:val="00C72F67"/>
    <w:rsid w:val="00C7435D"/>
    <w:rsid w:val="00C76D39"/>
    <w:rsid w:val="00C81211"/>
    <w:rsid w:val="00C83C50"/>
    <w:rsid w:val="00C86BDA"/>
    <w:rsid w:val="00C87130"/>
    <w:rsid w:val="00C87303"/>
    <w:rsid w:val="00C873B6"/>
    <w:rsid w:val="00C911A2"/>
    <w:rsid w:val="00C92C79"/>
    <w:rsid w:val="00C945CB"/>
    <w:rsid w:val="00CA0DF9"/>
    <w:rsid w:val="00CA100E"/>
    <w:rsid w:val="00CA192E"/>
    <w:rsid w:val="00CA1E6B"/>
    <w:rsid w:val="00CA47CC"/>
    <w:rsid w:val="00CB0706"/>
    <w:rsid w:val="00CB1ED2"/>
    <w:rsid w:val="00CB3EC4"/>
    <w:rsid w:val="00CB5EEB"/>
    <w:rsid w:val="00CB7846"/>
    <w:rsid w:val="00CB7AC7"/>
    <w:rsid w:val="00CC0853"/>
    <w:rsid w:val="00CC2178"/>
    <w:rsid w:val="00CC4C63"/>
    <w:rsid w:val="00CD18A4"/>
    <w:rsid w:val="00CD2EB6"/>
    <w:rsid w:val="00CD2FCB"/>
    <w:rsid w:val="00CD3360"/>
    <w:rsid w:val="00CD34CE"/>
    <w:rsid w:val="00CD388E"/>
    <w:rsid w:val="00CD39D4"/>
    <w:rsid w:val="00CD4DC3"/>
    <w:rsid w:val="00CE2F43"/>
    <w:rsid w:val="00CE4C74"/>
    <w:rsid w:val="00CE6753"/>
    <w:rsid w:val="00CE7E55"/>
    <w:rsid w:val="00CF00D2"/>
    <w:rsid w:val="00CF1059"/>
    <w:rsid w:val="00CF248A"/>
    <w:rsid w:val="00CF25D8"/>
    <w:rsid w:val="00CF6DF6"/>
    <w:rsid w:val="00CF7EBF"/>
    <w:rsid w:val="00D01388"/>
    <w:rsid w:val="00D02832"/>
    <w:rsid w:val="00D02ACA"/>
    <w:rsid w:val="00D03032"/>
    <w:rsid w:val="00D03823"/>
    <w:rsid w:val="00D03918"/>
    <w:rsid w:val="00D0436E"/>
    <w:rsid w:val="00D05336"/>
    <w:rsid w:val="00D05BCB"/>
    <w:rsid w:val="00D06B4E"/>
    <w:rsid w:val="00D070DF"/>
    <w:rsid w:val="00D07296"/>
    <w:rsid w:val="00D072FE"/>
    <w:rsid w:val="00D11BB0"/>
    <w:rsid w:val="00D12E73"/>
    <w:rsid w:val="00D1398E"/>
    <w:rsid w:val="00D14B68"/>
    <w:rsid w:val="00D15D1E"/>
    <w:rsid w:val="00D16A08"/>
    <w:rsid w:val="00D17B21"/>
    <w:rsid w:val="00D20792"/>
    <w:rsid w:val="00D20A7C"/>
    <w:rsid w:val="00D21A69"/>
    <w:rsid w:val="00D235AB"/>
    <w:rsid w:val="00D26C7D"/>
    <w:rsid w:val="00D30783"/>
    <w:rsid w:val="00D3233C"/>
    <w:rsid w:val="00D32FBF"/>
    <w:rsid w:val="00D33B33"/>
    <w:rsid w:val="00D34CC4"/>
    <w:rsid w:val="00D378D4"/>
    <w:rsid w:val="00D37B41"/>
    <w:rsid w:val="00D4053E"/>
    <w:rsid w:val="00D40F1F"/>
    <w:rsid w:val="00D41618"/>
    <w:rsid w:val="00D4196D"/>
    <w:rsid w:val="00D41D34"/>
    <w:rsid w:val="00D42791"/>
    <w:rsid w:val="00D45B8B"/>
    <w:rsid w:val="00D46582"/>
    <w:rsid w:val="00D5025D"/>
    <w:rsid w:val="00D50407"/>
    <w:rsid w:val="00D50B6C"/>
    <w:rsid w:val="00D56A5A"/>
    <w:rsid w:val="00D575E3"/>
    <w:rsid w:val="00D57B16"/>
    <w:rsid w:val="00D60648"/>
    <w:rsid w:val="00D60891"/>
    <w:rsid w:val="00D61F21"/>
    <w:rsid w:val="00D63354"/>
    <w:rsid w:val="00D648CB"/>
    <w:rsid w:val="00D66725"/>
    <w:rsid w:val="00D67882"/>
    <w:rsid w:val="00D67971"/>
    <w:rsid w:val="00D67DCA"/>
    <w:rsid w:val="00D73F4F"/>
    <w:rsid w:val="00D768AD"/>
    <w:rsid w:val="00D824F1"/>
    <w:rsid w:val="00D82F6E"/>
    <w:rsid w:val="00D83BDE"/>
    <w:rsid w:val="00D86C0B"/>
    <w:rsid w:val="00D925DC"/>
    <w:rsid w:val="00D92F76"/>
    <w:rsid w:val="00D934EE"/>
    <w:rsid w:val="00D93F7B"/>
    <w:rsid w:val="00D94124"/>
    <w:rsid w:val="00D96A2E"/>
    <w:rsid w:val="00D97AEC"/>
    <w:rsid w:val="00D97D7E"/>
    <w:rsid w:val="00DA1499"/>
    <w:rsid w:val="00DA1CDE"/>
    <w:rsid w:val="00DA42F0"/>
    <w:rsid w:val="00DA4E67"/>
    <w:rsid w:val="00DA6A0F"/>
    <w:rsid w:val="00DA6B3E"/>
    <w:rsid w:val="00DB1A05"/>
    <w:rsid w:val="00DB2A22"/>
    <w:rsid w:val="00DB36A9"/>
    <w:rsid w:val="00DB6E39"/>
    <w:rsid w:val="00DB735E"/>
    <w:rsid w:val="00DC0D5E"/>
    <w:rsid w:val="00DC0DBA"/>
    <w:rsid w:val="00DC201B"/>
    <w:rsid w:val="00DC2192"/>
    <w:rsid w:val="00DC2930"/>
    <w:rsid w:val="00DC2F1B"/>
    <w:rsid w:val="00DC4304"/>
    <w:rsid w:val="00DC5D03"/>
    <w:rsid w:val="00DC6017"/>
    <w:rsid w:val="00DC76CB"/>
    <w:rsid w:val="00DD1757"/>
    <w:rsid w:val="00DD3C11"/>
    <w:rsid w:val="00DE0CEE"/>
    <w:rsid w:val="00DE1F59"/>
    <w:rsid w:val="00DE20CA"/>
    <w:rsid w:val="00DE2B69"/>
    <w:rsid w:val="00DE3447"/>
    <w:rsid w:val="00DE3AD9"/>
    <w:rsid w:val="00DE54F1"/>
    <w:rsid w:val="00DE6A26"/>
    <w:rsid w:val="00DE6C7E"/>
    <w:rsid w:val="00DF08E2"/>
    <w:rsid w:val="00DF0DFB"/>
    <w:rsid w:val="00DF0F29"/>
    <w:rsid w:val="00DF16F6"/>
    <w:rsid w:val="00DF2DB0"/>
    <w:rsid w:val="00DF58DF"/>
    <w:rsid w:val="00DF5A8D"/>
    <w:rsid w:val="00DF7C60"/>
    <w:rsid w:val="00DF7E90"/>
    <w:rsid w:val="00DF7FE4"/>
    <w:rsid w:val="00E00280"/>
    <w:rsid w:val="00E00F1C"/>
    <w:rsid w:val="00E011AE"/>
    <w:rsid w:val="00E02DF1"/>
    <w:rsid w:val="00E03EBB"/>
    <w:rsid w:val="00E04025"/>
    <w:rsid w:val="00E06816"/>
    <w:rsid w:val="00E07156"/>
    <w:rsid w:val="00E11DDC"/>
    <w:rsid w:val="00E1215C"/>
    <w:rsid w:val="00E137DB"/>
    <w:rsid w:val="00E13838"/>
    <w:rsid w:val="00E13D47"/>
    <w:rsid w:val="00E14464"/>
    <w:rsid w:val="00E16416"/>
    <w:rsid w:val="00E2053A"/>
    <w:rsid w:val="00E208CC"/>
    <w:rsid w:val="00E20B62"/>
    <w:rsid w:val="00E21565"/>
    <w:rsid w:val="00E24C96"/>
    <w:rsid w:val="00E27B28"/>
    <w:rsid w:val="00E31782"/>
    <w:rsid w:val="00E351CC"/>
    <w:rsid w:val="00E36C3C"/>
    <w:rsid w:val="00E4024C"/>
    <w:rsid w:val="00E41370"/>
    <w:rsid w:val="00E418E8"/>
    <w:rsid w:val="00E4209E"/>
    <w:rsid w:val="00E44760"/>
    <w:rsid w:val="00E47291"/>
    <w:rsid w:val="00E47B3E"/>
    <w:rsid w:val="00E519D3"/>
    <w:rsid w:val="00E52C5C"/>
    <w:rsid w:val="00E54C12"/>
    <w:rsid w:val="00E5510B"/>
    <w:rsid w:val="00E576F7"/>
    <w:rsid w:val="00E57AEB"/>
    <w:rsid w:val="00E6459C"/>
    <w:rsid w:val="00E66712"/>
    <w:rsid w:val="00E6732F"/>
    <w:rsid w:val="00E67BFE"/>
    <w:rsid w:val="00E705AE"/>
    <w:rsid w:val="00E71831"/>
    <w:rsid w:val="00E728F3"/>
    <w:rsid w:val="00E74863"/>
    <w:rsid w:val="00E7508E"/>
    <w:rsid w:val="00E77207"/>
    <w:rsid w:val="00E77738"/>
    <w:rsid w:val="00E779CE"/>
    <w:rsid w:val="00E80BE8"/>
    <w:rsid w:val="00E81FB0"/>
    <w:rsid w:val="00E83232"/>
    <w:rsid w:val="00E845B1"/>
    <w:rsid w:val="00E84E60"/>
    <w:rsid w:val="00E95CB3"/>
    <w:rsid w:val="00E97F4F"/>
    <w:rsid w:val="00EA025C"/>
    <w:rsid w:val="00EA5283"/>
    <w:rsid w:val="00EA6885"/>
    <w:rsid w:val="00EA7662"/>
    <w:rsid w:val="00EB0264"/>
    <w:rsid w:val="00EB52B6"/>
    <w:rsid w:val="00EC05F3"/>
    <w:rsid w:val="00EC0D4B"/>
    <w:rsid w:val="00EC146A"/>
    <w:rsid w:val="00EC20A3"/>
    <w:rsid w:val="00EC4579"/>
    <w:rsid w:val="00EC491D"/>
    <w:rsid w:val="00EC64B9"/>
    <w:rsid w:val="00EC6513"/>
    <w:rsid w:val="00EC73F6"/>
    <w:rsid w:val="00ED25EB"/>
    <w:rsid w:val="00ED3FA3"/>
    <w:rsid w:val="00ED6B41"/>
    <w:rsid w:val="00ED70FC"/>
    <w:rsid w:val="00EE011E"/>
    <w:rsid w:val="00EE0903"/>
    <w:rsid w:val="00EE0982"/>
    <w:rsid w:val="00EE0E88"/>
    <w:rsid w:val="00EE23BB"/>
    <w:rsid w:val="00EE3251"/>
    <w:rsid w:val="00EE3BF0"/>
    <w:rsid w:val="00EE4316"/>
    <w:rsid w:val="00EE67E0"/>
    <w:rsid w:val="00EF401F"/>
    <w:rsid w:val="00EF7166"/>
    <w:rsid w:val="00F01A9A"/>
    <w:rsid w:val="00F01B85"/>
    <w:rsid w:val="00F021FC"/>
    <w:rsid w:val="00F0226E"/>
    <w:rsid w:val="00F04F2B"/>
    <w:rsid w:val="00F05DF8"/>
    <w:rsid w:val="00F06997"/>
    <w:rsid w:val="00F069FF"/>
    <w:rsid w:val="00F1163F"/>
    <w:rsid w:val="00F11D9C"/>
    <w:rsid w:val="00F131F6"/>
    <w:rsid w:val="00F133E3"/>
    <w:rsid w:val="00F165D6"/>
    <w:rsid w:val="00F17266"/>
    <w:rsid w:val="00F21A40"/>
    <w:rsid w:val="00F25336"/>
    <w:rsid w:val="00F26089"/>
    <w:rsid w:val="00F30444"/>
    <w:rsid w:val="00F35049"/>
    <w:rsid w:val="00F3575C"/>
    <w:rsid w:val="00F40D63"/>
    <w:rsid w:val="00F43F3A"/>
    <w:rsid w:val="00F44544"/>
    <w:rsid w:val="00F44DBF"/>
    <w:rsid w:val="00F52F8B"/>
    <w:rsid w:val="00F54EFD"/>
    <w:rsid w:val="00F551D4"/>
    <w:rsid w:val="00F55430"/>
    <w:rsid w:val="00F63B71"/>
    <w:rsid w:val="00F64957"/>
    <w:rsid w:val="00F64ADF"/>
    <w:rsid w:val="00F6685B"/>
    <w:rsid w:val="00F66B4C"/>
    <w:rsid w:val="00F70E16"/>
    <w:rsid w:val="00F72A7B"/>
    <w:rsid w:val="00F74505"/>
    <w:rsid w:val="00F763FD"/>
    <w:rsid w:val="00F7644F"/>
    <w:rsid w:val="00F82AB0"/>
    <w:rsid w:val="00F830BA"/>
    <w:rsid w:val="00F832E2"/>
    <w:rsid w:val="00F83763"/>
    <w:rsid w:val="00F841AE"/>
    <w:rsid w:val="00F85B42"/>
    <w:rsid w:val="00F939A6"/>
    <w:rsid w:val="00F93BF1"/>
    <w:rsid w:val="00F94EBE"/>
    <w:rsid w:val="00F9743B"/>
    <w:rsid w:val="00FA0FF7"/>
    <w:rsid w:val="00FA1B7B"/>
    <w:rsid w:val="00FA215D"/>
    <w:rsid w:val="00FA2309"/>
    <w:rsid w:val="00FA7AE5"/>
    <w:rsid w:val="00FA7C70"/>
    <w:rsid w:val="00FB310E"/>
    <w:rsid w:val="00FB3153"/>
    <w:rsid w:val="00FB3AC4"/>
    <w:rsid w:val="00FB41FD"/>
    <w:rsid w:val="00FB7634"/>
    <w:rsid w:val="00FB7B11"/>
    <w:rsid w:val="00FB7C1D"/>
    <w:rsid w:val="00FC0FE6"/>
    <w:rsid w:val="00FC1004"/>
    <w:rsid w:val="00FC29BF"/>
    <w:rsid w:val="00FC38A7"/>
    <w:rsid w:val="00FC39A1"/>
    <w:rsid w:val="00FC3EEA"/>
    <w:rsid w:val="00FC4558"/>
    <w:rsid w:val="00FC5709"/>
    <w:rsid w:val="00FC5947"/>
    <w:rsid w:val="00FC59D1"/>
    <w:rsid w:val="00FC62E2"/>
    <w:rsid w:val="00FC64A0"/>
    <w:rsid w:val="00FC66CE"/>
    <w:rsid w:val="00FD03FA"/>
    <w:rsid w:val="00FD071B"/>
    <w:rsid w:val="00FD14BC"/>
    <w:rsid w:val="00FD2DBF"/>
    <w:rsid w:val="00FD41EA"/>
    <w:rsid w:val="00FD431C"/>
    <w:rsid w:val="00FD61C8"/>
    <w:rsid w:val="00FD6A84"/>
    <w:rsid w:val="00FD6D33"/>
    <w:rsid w:val="00FD6FFF"/>
    <w:rsid w:val="00FD749D"/>
    <w:rsid w:val="00FE17C6"/>
    <w:rsid w:val="00FF09A3"/>
    <w:rsid w:val="00FF0C54"/>
    <w:rsid w:val="00FF1FD2"/>
    <w:rsid w:val="00FF2FFF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49F753D4"/>
  <w15:docId w15:val="{3FE67A92-47C2-4C00-8B1B-D18833A2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29">
    <w:name w:val="2"/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Заголовок Знак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afe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314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1F6BF-6CF0-49C2-A6AF-E6D40261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1</TotalTime>
  <Pages>9</Pages>
  <Words>2430</Words>
  <Characters>16929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cp:keywords/>
  <dc:description/>
  <cp:lastModifiedBy>Марина Голубева</cp:lastModifiedBy>
  <cp:revision>4</cp:revision>
  <cp:lastPrinted>2021-12-21T11:21:00Z</cp:lastPrinted>
  <dcterms:created xsi:type="dcterms:W3CDTF">2022-12-22T12:18:00Z</dcterms:created>
  <dcterms:modified xsi:type="dcterms:W3CDTF">2022-12-22T12:19:00Z</dcterms:modified>
</cp:coreProperties>
</file>